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B89" w:rsidRDefault="00295B89" w:rsidP="000179A8">
      <w:pPr>
        <w:ind w:right="105"/>
        <w:jc w:val="right"/>
      </w:pPr>
    </w:p>
    <w:p w:rsidR="001C5725" w:rsidRPr="00CA053C" w:rsidRDefault="001C5725" w:rsidP="0044386C">
      <w:pPr>
        <w:ind w:right="420"/>
        <w:jc w:val="right"/>
      </w:pPr>
      <w:r>
        <w:rPr>
          <w:rFonts w:hint="eastAsia"/>
        </w:rPr>
        <w:t>別紙</w:t>
      </w:r>
      <w:r w:rsidR="00317FDB">
        <w:rPr>
          <w:rFonts w:hint="eastAsia"/>
        </w:rPr>
        <w:t>１</w:t>
      </w:r>
    </w:p>
    <w:p w:rsidR="001C5725" w:rsidRPr="00CA053C" w:rsidRDefault="001C5725" w:rsidP="001C5725"/>
    <w:p w:rsidR="001C5725" w:rsidRDefault="001C5725" w:rsidP="001C5725"/>
    <w:p w:rsidR="00EF5009" w:rsidRPr="00EF5009" w:rsidRDefault="00EF5009" w:rsidP="00EF5009">
      <w:pPr>
        <w:jc w:val="center"/>
        <w:rPr>
          <w:b/>
          <w:sz w:val="40"/>
          <w:szCs w:val="32"/>
        </w:rPr>
      </w:pPr>
      <w:r w:rsidRPr="00EF5009">
        <w:rPr>
          <w:rFonts w:hint="eastAsia"/>
          <w:b/>
          <w:sz w:val="40"/>
          <w:szCs w:val="32"/>
        </w:rPr>
        <w:t>事務所及び事業場等の名称及び所在地一覧表</w:t>
      </w:r>
    </w:p>
    <w:p w:rsidR="001C5725" w:rsidRPr="00CA053C" w:rsidRDefault="001C5725" w:rsidP="001C5725"/>
    <w:p w:rsidR="001C5725" w:rsidRPr="00CA053C" w:rsidRDefault="001C5725" w:rsidP="001C5725">
      <w:pPr>
        <w:rPr>
          <w:rFonts w:ascii="ＭＳ 明朝"/>
          <w:kern w:val="0"/>
          <w:sz w:val="20"/>
          <w:szCs w:val="20"/>
        </w:rPr>
      </w:pPr>
      <w:r w:rsidRPr="00CA053C">
        <w:rPr>
          <w:rFonts w:hint="eastAsia"/>
        </w:rPr>
        <w:t xml:space="preserve">　　　</w:t>
      </w:r>
      <w:r w:rsidR="0051720A">
        <w:rPr>
          <w:rFonts w:hint="eastAsia"/>
        </w:rPr>
        <w:t xml:space="preserve">　　　　　　　　　　　　　　　　　　　　　　　　　　　　　（　　</w:t>
      </w:r>
      <w:bookmarkStart w:id="0" w:name="_GoBack"/>
      <w:bookmarkEnd w:id="0"/>
      <w:r w:rsidRPr="00CA053C">
        <w:rPr>
          <w:rFonts w:hint="eastAsia"/>
        </w:rPr>
        <w:t xml:space="preserve">　　年　　月　　日現在）</w:t>
      </w:r>
    </w:p>
    <w:tbl>
      <w:tblPr>
        <w:tblW w:w="0" w:type="auto"/>
        <w:jc w:val="center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440"/>
        <w:gridCol w:w="4249"/>
        <w:gridCol w:w="2691"/>
      </w:tblGrid>
      <w:tr w:rsidR="001C5725" w:rsidRPr="00CA053C" w:rsidTr="00D07138">
        <w:trPr>
          <w:cantSplit/>
          <w:trHeight w:hRule="exact" w:val="564"/>
          <w:jc w:val="center"/>
        </w:trPr>
        <w:tc>
          <w:tcPr>
            <w:tcW w:w="2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fldChar w:fldCharType="begin"/>
            </w:r>
            <w:r w:rsidRPr="00CA053C">
              <w:instrText xml:space="preserve"> eq \o\ad(</w:instrText>
            </w:r>
            <w:r w:rsidRPr="00CA053C">
              <w:rPr>
                <w:rFonts w:hint="eastAsia"/>
                <w:spacing w:val="-4"/>
                <w:szCs w:val="20"/>
              </w:rPr>
              <w:instrText>名称</w:instrText>
            </w:r>
            <w:r w:rsidRPr="00CA053C">
              <w:instrText>,</w:instrText>
            </w:r>
            <w:r w:rsidRPr="00CA053C">
              <w:rPr>
                <w:rFonts w:hint="eastAsia"/>
                <w:szCs w:val="20"/>
              </w:rPr>
              <w:instrText xml:space="preserve">　　　　　　　</w:instrText>
            </w:r>
            <w:r w:rsidRPr="00CA053C">
              <w:instrText>)</w:instrText>
            </w:r>
            <w:r w:rsidRPr="00CA053C">
              <w:fldChar w:fldCharType="end"/>
            </w:r>
          </w:p>
        </w:tc>
        <w:tc>
          <w:tcPr>
            <w:tcW w:w="424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rPr>
                <w:rFonts w:hint="eastAsia"/>
                <w:spacing w:val="-4"/>
                <w:szCs w:val="20"/>
              </w:rPr>
              <w:t>所　　　在　　　地</w:t>
            </w:r>
          </w:p>
        </w:tc>
        <w:tc>
          <w:tcPr>
            <w:tcW w:w="269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jc w:val="center"/>
            </w:pPr>
            <w:r w:rsidRPr="00CA053C">
              <w:fldChar w:fldCharType="begin"/>
            </w:r>
            <w:r w:rsidRPr="00CA053C">
              <w:instrText xml:space="preserve"> eq \o\ad(</w:instrText>
            </w:r>
            <w:r w:rsidRPr="00CA053C">
              <w:rPr>
                <w:rFonts w:hint="eastAsia"/>
                <w:szCs w:val="20"/>
              </w:rPr>
              <w:instrText>電話番号</w:instrText>
            </w:r>
            <w:r w:rsidRPr="00CA053C">
              <w:instrText>,</w:instrText>
            </w:r>
            <w:r w:rsidRPr="00CA053C">
              <w:rPr>
                <w:rFonts w:hint="eastAsia"/>
                <w:szCs w:val="20"/>
              </w:rPr>
              <w:instrText xml:space="preserve">　　　　　</w:instrText>
            </w:r>
            <w:r w:rsidRPr="00CA053C">
              <w:instrText>)</w:instrText>
            </w:r>
            <w:r w:rsidRPr="00CA053C">
              <w:fldChar w:fldCharType="end"/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　　－</w:t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rFonts w:hint="eastAsia"/>
                <w:szCs w:val="20"/>
              </w:rPr>
              <w:t xml:space="preserve">　　</w:t>
            </w: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－</w:t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rFonts w:hint="eastAsia"/>
                <w:szCs w:val="20"/>
              </w:rPr>
              <w:t xml:space="preserve">　　</w:t>
            </w: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－</w:t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rFonts w:hint="eastAsia"/>
                <w:szCs w:val="20"/>
              </w:rPr>
              <w:t xml:space="preserve">　　</w:t>
            </w: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－</w:t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3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rFonts w:hint="eastAsia"/>
                <w:szCs w:val="20"/>
              </w:rPr>
              <w:t xml:space="preserve">　　</w:t>
            </w: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－</w:t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3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rFonts w:hint="eastAsia"/>
                <w:szCs w:val="20"/>
              </w:rPr>
              <w:t xml:space="preserve">　　</w:t>
            </w: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－</w:t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3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rFonts w:hint="eastAsia"/>
                <w:szCs w:val="20"/>
              </w:rPr>
              <w:t xml:space="preserve">　　</w:t>
            </w: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－</w:t>
            </w:r>
          </w:p>
        </w:tc>
      </w:tr>
      <w:tr w:rsidR="001C5725" w:rsidRPr="00CA053C" w:rsidTr="00D07138">
        <w:trPr>
          <w:cantSplit/>
          <w:trHeight w:hRule="exact" w:val="1128"/>
          <w:jc w:val="center"/>
        </w:trPr>
        <w:tc>
          <w:tcPr>
            <w:tcW w:w="243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C5725" w:rsidRPr="00CA053C" w:rsidRDefault="001C5725" w:rsidP="00D07138"/>
        </w:tc>
        <w:tc>
          <w:tcPr>
            <w:tcW w:w="424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pacing w:val="-4"/>
                <w:szCs w:val="20"/>
              </w:rPr>
              <w:t xml:space="preserve"> </w:t>
            </w:r>
            <w:r w:rsidRPr="00CA053C">
              <w:rPr>
                <w:rFonts w:hint="eastAsia"/>
                <w:spacing w:val="-4"/>
                <w:szCs w:val="20"/>
              </w:rPr>
              <w:t>〒</w:t>
            </w:r>
          </w:p>
          <w:p w:rsidR="001C5725" w:rsidRPr="00CA053C" w:rsidRDefault="001C5725" w:rsidP="00D07138"/>
        </w:tc>
        <w:tc>
          <w:tcPr>
            <w:tcW w:w="26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C5725" w:rsidRPr="00CA053C" w:rsidRDefault="001C5725" w:rsidP="00D07138">
            <w:pPr>
              <w:rPr>
                <w:szCs w:val="20"/>
              </w:rPr>
            </w:pPr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>（　　　　　）</w:t>
            </w:r>
          </w:p>
          <w:p w:rsidR="001C5725" w:rsidRPr="00CA053C" w:rsidRDefault="001C5725" w:rsidP="00D07138">
            <w:pPr>
              <w:rPr>
                <w:szCs w:val="20"/>
              </w:rPr>
            </w:pPr>
          </w:p>
          <w:p w:rsidR="001C5725" w:rsidRPr="00CA053C" w:rsidRDefault="001C5725" w:rsidP="00D07138">
            <w:r w:rsidRPr="00CA053C">
              <w:rPr>
                <w:szCs w:val="20"/>
              </w:rPr>
              <w:t xml:space="preserve"> </w:t>
            </w:r>
            <w:r w:rsidRPr="00CA053C">
              <w:rPr>
                <w:rFonts w:hint="eastAsia"/>
                <w:szCs w:val="20"/>
              </w:rPr>
              <w:t xml:space="preserve">　　　　－</w:t>
            </w:r>
          </w:p>
        </w:tc>
      </w:tr>
    </w:tbl>
    <w:p w:rsidR="001C5725" w:rsidRPr="00CA053C" w:rsidRDefault="001C5725" w:rsidP="001C5725"/>
    <w:p w:rsidR="001C5725" w:rsidRPr="00CA053C" w:rsidRDefault="001C5725" w:rsidP="001C5725">
      <w:pPr>
        <w:rPr>
          <w:sz w:val="22"/>
        </w:rPr>
      </w:pPr>
      <w:r w:rsidRPr="00CA053C">
        <w:rPr>
          <w:rFonts w:hint="eastAsia"/>
        </w:rPr>
        <w:t xml:space="preserve">　　</w:t>
      </w:r>
      <w:r w:rsidRPr="00CA053C">
        <w:rPr>
          <w:rFonts w:hint="eastAsia"/>
          <w:sz w:val="22"/>
        </w:rPr>
        <w:t>※留意事項　　産業廃棄物（特別管理産業廃棄物）処理業務に関係する連絡先には○を付</w:t>
      </w:r>
    </w:p>
    <w:p w:rsidR="001C5725" w:rsidRPr="00CA053C" w:rsidRDefault="001C5725" w:rsidP="001C5725">
      <w:pPr>
        <w:rPr>
          <w:sz w:val="22"/>
        </w:rPr>
      </w:pPr>
      <w:r w:rsidRPr="00CA053C">
        <w:rPr>
          <w:rFonts w:hint="eastAsia"/>
          <w:sz w:val="22"/>
        </w:rPr>
        <w:t xml:space="preserve">　　　　　　　　してください。</w:t>
      </w:r>
    </w:p>
    <w:p w:rsidR="001C5725" w:rsidRPr="00CA053C" w:rsidRDefault="001C5725" w:rsidP="001C5725"/>
    <w:p w:rsidR="001C5725" w:rsidRPr="00770B3E" w:rsidRDefault="001C5725" w:rsidP="001C5725">
      <w:pPr>
        <w:pStyle w:val="a3"/>
        <w:ind w:right="642"/>
        <w:rPr>
          <w:rFonts w:ascii="ＭＳ 明朝" w:hAnsi="ＭＳ 明朝"/>
        </w:rPr>
      </w:pPr>
      <w:r w:rsidRPr="00CA053C">
        <w:rPr>
          <w:rFonts w:hint="eastAsia"/>
        </w:rPr>
        <w:t xml:space="preserve">　　</w:t>
      </w:r>
      <w:r w:rsidRPr="00CA053C">
        <w:rPr>
          <w:rFonts w:ascii="ＭＳ 明朝" w:hAnsi="ＭＳ 明朝" w:hint="eastAsia"/>
        </w:rPr>
        <w:t>（法人の場合）・・・登記事項証明書上の</w:t>
      </w:r>
      <w:r w:rsidRPr="00770B3E">
        <w:rPr>
          <w:rFonts w:ascii="ＭＳ 明朝" w:hAnsi="ＭＳ 明朝" w:hint="eastAsia"/>
        </w:rPr>
        <w:t>本店所在地と営業活動の本拠地の所在地が異</w:t>
      </w:r>
    </w:p>
    <w:p w:rsidR="001C5725" w:rsidRPr="00770B3E" w:rsidRDefault="001C5725" w:rsidP="001C5725">
      <w:pPr>
        <w:pStyle w:val="a3"/>
        <w:ind w:right="642" w:firstLineChars="1200" w:firstLine="2736"/>
        <w:rPr>
          <w:rFonts w:ascii="ＭＳ 明朝" w:hAnsi="ＭＳ 明朝"/>
        </w:rPr>
      </w:pPr>
      <w:r w:rsidRPr="00770B3E">
        <w:rPr>
          <w:rFonts w:ascii="ＭＳ 明朝" w:hAnsi="ＭＳ 明朝" w:hint="eastAsia"/>
        </w:rPr>
        <w:t>なる場合には、両方の所在地を記入してください。また、本申請</w:t>
      </w:r>
    </w:p>
    <w:p w:rsidR="001C5725" w:rsidRPr="00770B3E" w:rsidRDefault="001C5725" w:rsidP="001C5725">
      <w:pPr>
        <w:pStyle w:val="a3"/>
        <w:ind w:right="642" w:firstLineChars="1200" w:firstLine="2736"/>
        <w:rPr>
          <w:rFonts w:ascii="ＭＳ 明朝" w:hAnsi="ＭＳ 明朝"/>
        </w:rPr>
      </w:pPr>
      <w:r w:rsidRPr="00770B3E">
        <w:rPr>
          <w:rFonts w:ascii="ＭＳ 明朝" w:hAnsi="ＭＳ 明朝" w:hint="eastAsia"/>
        </w:rPr>
        <w:t>の許可に関係する事業所についても、記入してください。</w:t>
      </w:r>
    </w:p>
    <w:p w:rsidR="001C5725" w:rsidRPr="00770B3E" w:rsidRDefault="001C5725" w:rsidP="001C5725">
      <w:pPr>
        <w:pStyle w:val="a3"/>
        <w:ind w:right="642"/>
        <w:rPr>
          <w:spacing w:val="0"/>
        </w:rPr>
      </w:pPr>
      <w:r w:rsidRPr="00770B3E">
        <w:rPr>
          <w:rFonts w:ascii="ＭＳ 明朝" w:hAnsi="ＭＳ 明朝" w:hint="eastAsia"/>
        </w:rPr>
        <w:t xml:space="preserve">　　（個人の場合）・・・住民票の住所と事業場の所在地の両方を記入してください。</w:t>
      </w:r>
    </w:p>
    <w:p w:rsidR="001C5725" w:rsidRPr="00CA053C" w:rsidRDefault="001C5725" w:rsidP="001C5725">
      <w:pPr>
        <w:pStyle w:val="a3"/>
        <w:ind w:right="642"/>
        <w:rPr>
          <w:rFonts w:ascii="ＭＳ 明朝" w:hAnsi="ＭＳ 明朝"/>
        </w:rPr>
      </w:pPr>
      <w:r w:rsidRPr="00770B3E">
        <w:rPr>
          <w:rFonts w:ascii="ＭＳ 明朝" w:hAnsi="ＭＳ 明朝" w:hint="eastAsia"/>
        </w:rPr>
        <w:t xml:space="preserve">　　　　　　　　　　　　また、本申請の許可に関係する事業所についても、記入し</w:t>
      </w:r>
      <w:r w:rsidRPr="00CA053C">
        <w:rPr>
          <w:rFonts w:ascii="ＭＳ 明朝" w:hAnsi="ＭＳ 明朝" w:hint="eastAsia"/>
        </w:rPr>
        <w:t>てくだ</w:t>
      </w:r>
    </w:p>
    <w:p w:rsidR="001C5725" w:rsidRPr="00CA053C" w:rsidRDefault="001C5725" w:rsidP="001C5725">
      <w:pPr>
        <w:pStyle w:val="a3"/>
        <w:ind w:right="642"/>
        <w:rPr>
          <w:rFonts w:ascii="ＭＳ 明朝" w:hAnsi="ＭＳ 明朝"/>
        </w:rPr>
      </w:pPr>
      <w:r w:rsidRPr="00CA053C">
        <w:rPr>
          <w:rFonts w:ascii="ＭＳ 明朝" w:hAnsi="ＭＳ 明朝" w:hint="eastAsia"/>
        </w:rPr>
        <w:t xml:space="preserve">　　　　　　　　　　　　さい。</w:t>
      </w:r>
    </w:p>
    <w:p w:rsidR="001C5725" w:rsidRPr="00CA053C" w:rsidRDefault="001C5725" w:rsidP="001C5725">
      <w:pPr>
        <w:rPr>
          <w:sz w:val="22"/>
        </w:rPr>
      </w:pPr>
    </w:p>
    <w:p w:rsidR="001C5725" w:rsidRPr="00CA053C" w:rsidRDefault="001C5725" w:rsidP="001C5725"/>
    <w:p w:rsidR="001A4FE3" w:rsidRPr="00CA053C" w:rsidRDefault="001A4FE3" w:rsidP="00B67482"/>
    <w:p w:rsidR="00DE076B" w:rsidRDefault="00533D7A" w:rsidP="001C5725">
      <w:r w:rsidRPr="00CA053C">
        <w:rPr>
          <w:rFonts w:hint="eastAsia"/>
        </w:rPr>
        <w:t xml:space="preserve">　　　　　　　　　　</w:t>
      </w:r>
      <w:r w:rsidR="00657311">
        <w:rPr>
          <w:rFonts w:hint="eastAsia"/>
        </w:rPr>
        <w:t xml:space="preserve">　　　　　　　　　　　　　　　　　　　　　　　　　　　　　　　</w:t>
      </w:r>
    </w:p>
    <w:sectPr w:rsidR="00DE076B" w:rsidSect="00861CA2">
      <w:footerReference w:type="even" r:id="rId8"/>
      <w:pgSz w:w="11906" w:h="16838" w:code="9"/>
      <w:pgMar w:top="567" w:right="991" w:bottom="567" w:left="851" w:header="720" w:footer="720" w:gutter="0"/>
      <w:pgNumType w:fmt="numberInDash"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534" w:rsidRDefault="00617534">
      <w:r>
        <w:separator/>
      </w:r>
    </w:p>
  </w:endnote>
  <w:endnote w:type="continuationSeparator" w:id="0">
    <w:p w:rsidR="00617534" w:rsidRDefault="0061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9C" w:rsidRDefault="002E68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689C" w:rsidRDefault="002E68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534" w:rsidRDefault="00617534">
      <w:r>
        <w:separator/>
      </w:r>
    </w:p>
  </w:footnote>
  <w:footnote w:type="continuationSeparator" w:id="0">
    <w:p w:rsidR="00617534" w:rsidRDefault="00617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716"/>
    <w:multiLevelType w:val="hybridMultilevel"/>
    <w:tmpl w:val="58C28A84"/>
    <w:lvl w:ilvl="0" w:tplc="11E25092">
      <w:start w:val="4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50B1393"/>
    <w:multiLevelType w:val="hybridMultilevel"/>
    <w:tmpl w:val="74FED018"/>
    <w:lvl w:ilvl="0" w:tplc="7158A6B2">
      <w:start w:val="4"/>
      <w:numFmt w:val="bullet"/>
      <w:lvlText w:val="※"/>
      <w:lvlJc w:val="left"/>
      <w:pPr>
        <w:tabs>
          <w:tab w:val="num" w:pos="690"/>
        </w:tabs>
        <w:ind w:left="6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A411B4B"/>
    <w:multiLevelType w:val="hybridMultilevel"/>
    <w:tmpl w:val="781672B8"/>
    <w:lvl w:ilvl="0" w:tplc="7908A9D8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abstractNum w:abstractNumId="3" w15:restartNumberingAfterBreak="0">
    <w:nsid w:val="14B05771"/>
    <w:multiLevelType w:val="hybridMultilevel"/>
    <w:tmpl w:val="E17CEA7C"/>
    <w:lvl w:ilvl="0" w:tplc="E3C218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673C21"/>
    <w:multiLevelType w:val="hybridMultilevel"/>
    <w:tmpl w:val="FDAEC3FE"/>
    <w:lvl w:ilvl="0" w:tplc="90405F64">
      <w:start w:val="4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5" w15:restartNumberingAfterBreak="0">
    <w:nsid w:val="1ABD794E"/>
    <w:multiLevelType w:val="hybridMultilevel"/>
    <w:tmpl w:val="7584DA94"/>
    <w:lvl w:ilvl="0" w:tplc="F0DE05B6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22F30224"/>
    <w:multiLevelType w:val="hybridMultilevel"/>
    <w:tmpl w:val="3B629E00"/>
    <w:lvl w:ilvl="0" w:tplc="95264D4E">
      <w:start w:val="4"/>
      <w:numFmt w:val="decimalEnclosedCircle"/>
      <w:lvlText w:val="%1"/>
      <w:lvlJc w:val="left"/>
      <w:pPr>
        <w:tabs>
          <w:tab w:val="num" w:pos="1586"/>
        </w:tabs>
        <w:ind w:left="1586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1"/>
        </w:tabs>
        <w:ind w:left="2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41"/>
        </w:tabs>
        <w:ind w:left="2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1"/>
        </w:tabs>
        <w:ind w:left="2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81"/>
        </w:tabs>
        <w:ind w:left="3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01"/>
        </w:tabs>
        <w:ind w:left="3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1"/>
        </w:tabs>
        <w:ind w:left="4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41"/>
        </w:tabs>
        <w:ind w:left="4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61"/>
        </w:tabs>
        <w:ind w:left="4961" w:hanging="420"/>
      </w:pPr>
    </w:lvl>
  </w:abstractNum>
  <w:abstractNum w:abstractNumId="7" w15:restartNumberingAfterBreak="0">
    <w:nsid w:val="2C1278B4"/>
    <w:multiLevelType w:val="hybridMultilevel"/>
    <w:tmpl w:val="5D9A3318"/>
    <w:lvl w:ilvl="0" w:tplc="701A37AE">
      <w:numFmt w:val="bullet"/>
      <w:lvlText w:val="※"/>
      <w:lvlJc w:val="left"/>
      <w:pPr>
        <w:tabs>
          <w:tab w:val="num" w:pos="834"/>
        </w:tabs>
        <w:ind w:left="834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4"/>
        </w:tabs>
        <w:ind w:left="12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4"/>
        </w:tabs>
        <w:ind w:left="16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4"/>
        </w:tabs>
        <w:ind w:left="20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4"/>
        </w:tabs>
        <w:ind w:left="25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4"/>
        </w:tabs>
        <w:ind w:left="29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4"/>
        </w:tabs>
        <w:ind w:left="33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4"/>
        </w:tabs>
        <w:ind w:left="37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4"/>
        </w:tabs>
        <w:ind w:left="4194" w:hanging="420"/>
      </w:pPr>
      <w:rPr>
        <w:rFonts w:ascii="Wingdings" w:hAnsi="Wingdings" w:hint="default"/>
      </w:rPr>
    </w:lvl>
  </w:abstractNum>
  <w:abstractNum w:abstractNumId="8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3B69BF"/>
    <w:multiLevelType w:val="hybridMultilevel"/>
    <w:tmpl w:val="3012A182"/>
    <w:lvl w:ilvl="0" w:tplc="85544FE4">
      <w:start w:val="1"/>
      <w:numFmt w:val="decimalFullWidth"/>
      <w:lvlText w:val="%1．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0" w15:restartNumberingAfterBreak="0">
    <w:nsid w:val="3F415631"/>
    <w:multiLevelType w:val="hybridMultilevel"/>
    <w:tmpl w:val="5710689A"/>
    <w:lvl w:ilvl="0" w:tplc="93D4B54A">
      <w:start w:val="4"/>
      <w:numFmt w:val="bullet"/>
      <w:lvlText w:val="※"/>
      <w:lvlJc w:val="left"/>
      <w:pPr>
        <w:tabs>
          <w:tab w:val="num" w:pos="890"/>
        </w:tabs>
        <w:ind w:left="890" w:hanging="46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417973F6"/>
    <w:multiLevelType w:val="hybridMultilevel"/>
    <w:tmpl w:val="9A425C5C"/>
    <w:lvl w:ilvl="0" w:tplc="40741D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5366D7"/>
    <w:multiLevelType w:val="hybridMultilevel"/>
    <w:tmpl w:val="0100D2AE"/>
    <w:lvl w:ilvl="0" w:tplc="CB446BA4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5027094"/>
    <w:multiLevelType w:val="hybridMultilevel"/>
    <w:tmpl w:val="6040F986"/>
    <w:lvl w:ilvl="0" w:tplc="CD4ECD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5C1B3DE9"/>
    <w:multiLevelType w:val="hybridMultilevel"/>
    <w:tmpl w:val="26F292C6"/>
    <w:lvl w:ilvl="0" w:tplc="A244853E">
      <w:start w:val="4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5" w15:restartNumberingAfterBreak="0">
    <w:nsid w:val="604F745C"/>
    <w:multiLevelType w:val="hybridMultilevel"/>
    <w:tmpl w:val="19A2DD84"/>
    <w:lvl w:ilvl="0" w:tplc="D89C9588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6" w15:restartNumberingAfterBreak="0">
    <w:nsid w:val="6AA922CC"/>
    <w:multiLevelType w:val="hybridMultilevel"/>
    <w:tmpl w:val="02BE751E"/>
    <w:lvl w:ilvl="0" w:tplc="2E66867E">
      <w:start w:val="4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90E6150"/>
    <w:multiLevelType w:val="hybridMultilevel"/>
    <w:tmpl w:val="EB1C4584"/>
    <w:lvl w:ilvl="0" w:tplc="41501CD2">
      <w:start w:val="2"/>
      <w:numFmt w:val="decimalEnclosedCircle"/>
      <w:lvlText w:val="%1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40"/>
        </w:tabs>
        <w:ind w:left="29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60"/>
        </w:tabs>
        <w:ind w:left="33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00"/>
        </w:tabs>
        <w:ind w:left="42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20"/>
        </w:tabs>
        <w:ind w:left="46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60"/>
        </w:tabs>
        <w:ind w:left="54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880"/>
        </w:tabs>
        <w:ind w:left="5880" w:hanging="42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2"/>
  </w:num>
  <w:num w:numId="5">
    <w:abstractNumId w:val="17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6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1"/>
  </w:num>
  <w:num w:numId="16">
    <w:abstractNumId w:val="5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 fillcolor="white">
      <v:fill color="white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00195"/>
    <w:rsid w:val="00000F60"/>
    <w:rsid w:val="000036F6"/>
    <w:rsid w:val="00003D6E"/>
    <w:rsid w:val="00004206"/>
    <w:rsid w:val="00004382"/>
    <w:rsid w:val="00005217"/>
    <w:rsid w:val="00006917"/>
    <w:rsid w:val="00007103"/>
    <w:rsid w:val="00007139"/>
    <w:rsid w:val="00007D66"/>
    <w:rsid w:val="00010CC0"/>
    <w:rsid w:val="000123BD"/>
    <w:rsid w:val="0001429D"/>
    <w:rsid w:val="0001456C"/>
    <w:rsid w:val="000179A8"/>
    <w:rsid w:val="0002111D"/>
    <w:rsid w:val="00023A1F"/>
    <w:rsid w:val="0002590A"/>
    <w:rsid w:val="000314B8"/>
    <w:rsid w:val="00031FC0"/>
    <w:rsid w:val="0003548A"/>
    <w:rsid w:val="00035BEA"/>
    <w:rsid w:val="00035C5A"/>
    <w:rsid w:val="00036E6A"/>
    <w:rsid w:val="00036F8D"/>
    <w:rsid w:val="00040930"/>
    <w:rsid w:val="00041016"/>
    <w:rsid w:val="00041D1C"/>
    <w:rsid w:val="00044CF1"/>
    <w:rsid w:val="000469CF"/>
    <w:rsid w:val="00051150"/>
    <w:rsid w:val="0005259F"/>
    <w:rsid w:val="00052711"/>
    <w:rsid w:val="00052DE9"/>
    <w:rsid w:val="00053106"/>
    <w:rsid w:val="0005464D"/>
    <w:rsid w:val="000546F1"/>
    <w:rsid w:val="00056D20"/>
    <w:rsid w:val="00057E1E"/>
    <w:rsid w:val="0006072C"/>
    <w:rsid w:val="000612AA"/>
    <w:rsid w:val="00063139"/>
    <w:rsid w:val="00063473"/>
    <w:rsid w:val="000637C1"/>
    <w:rsid w:val="0006648D"/>
    <w:rsid w:val="0006671F"/>
    <w:rsid w:val="00066E12"/>
    <w:rsid w:val="00067135"/>
    <w:rsid w:val="00071E62"/>
    <w:rsid w:val="00073242"/>
    <w:rsid w:val="00073D35"/>
    <w:rsid w:val="00073EF1"/>
    <w:rsid w:val="00075503"/>
    <w:rsid w:val="00077299"/>
    <w:rsid w:val="00077C9F"/>
    <w:rsid w:val="000833AB"/>
    <w:rsid w:val="00090122"/>
    <w:rsid w:val="00092124"/>
    <w:rsid w:val="000927E1"/>
    <w:rsid w:val="00093787"/>
    <w:rsid w:val="00093C0C"/>
    <w:rsid w:val="000947FE"/>
    <w:rsid w:val="000A1520"/>
    <w:rsid w:val="000A2515"/>
    <w:rsid w:val="000A31FC"/>
    <w:rsid w:val="000A5059"/>
    <w:rsid w:val="000A76D0"/>
    <w:rsid w:val="000B137A"/>
    <w:rsid w:val="000B24F8"/>
    <w:rsid w:val="000B348A"/>
    <w:rsid w:val="000B3517"/>
    <w:rsid w:val="000B3A91"/>
    <w:rsid w:val="000B4FF2"/>
    <w:rsid w:val="000B7889"/>
    <w:rsid w:val="000C03ED"/>
    <w:rsid w:val="000C13B6"/>
    <w:rsid w:val="000C1CA1"/>
    <w:rsid w:val="000C303B"/>
    <w:rsid w:val="000C341C"/>
    <w:rsid w:val="000C5EAA"/>
    <w:rsid w:val="000C6E48"/>
    <w:rsid w:val="000C75E5"/>
    <w:rsid w:val="000C7BEF"/>
    <w:rsid w:val="000D22E0"/>
    <w:rsid w:val="000D243E"/>
    <w:rsid w:val="000D2C69"/>
    <w:rsid w:val="000D5A39"/>
    <w:rsid w:val="000D5F0C"/>
    <w:rsid w:val="000E0D6A"/>
    <w:rsid w:val="000E1C59"/>
    <w:rsid w:val="000E36C9"/>
    <w:rsid w:val="000E4BDE"/>
    <w:rsid w:val="000E7B3D"/>
    <w:rsid w:val="000E7C54"/>
    <w:rsid w:val="000F1798"/>
    <w:rsid w:val="000F1CC5"/>
    <w:rsid w:val="000F3780"/>
    <w:rsid w:val="000F3D12"/>
    <w:rsid w:val="000F473E"/>
    <w:rsid w:val="000F4F63"/>
    <w:rsid w:val="0010131C"/>
    <w:rsid w:val="001032A1"/>
    <w:rsid w:val="001043F3"/>
    <w:rsid w:val="00105487"/>
    <w:rsid w:val="0011001E"/>
    <w:rsid w:val="00113EFF"/>
    <w:rsid w:val="0011641E"/>
    <w:rsid w:val="001177A0"/>
    <w:rsid w:val="00120F05"/>
    <w:rsid w:val="0012137B"/>
    <w:rsid w:val="00121616"/>
    <w:rsid w:val="00122669"/>
    <w:rsid w:val="00122BC9"/>
    <w:rsid w:val="001239AE"/>
    <w:rsid w:val="00125168"/>
    <w:rsid w:val="00127B2B"/>
    <w:rsid w:val="001305DE"/>
    <w:rsid w:val="00130F3F"/>
    <w:rsid w:val="00131458"/>
    <w:rsid w:val="00132294"/>
    <w:rsid w:val="0013240C"/>
    <w:rsid w:val="00133A3E"/>
    <w:rsid w:val="001344BD"/>
    <w:rsid w:val="001347FF"/>
    <w:rsid w:val="001353B0"/>
    <w:rsid w:val="0013554D"/>
    <w:rsid w:val="00135A9A"/>
    <w:rsid w:val="00136A9F"/>
    <w:rsid w:val="00136B59"/>
    <w:rsid w:val="001373A6"/>
    <w:rsid w:val="00137D01"/>
    <w:rsid w:val="00137F88"/>
    <w:rsid w:val="00142BC3"/>
    <w:rsid w:val="00142E15"/>
    <w:rsid w:val="00144D26"/>
    <w:rsid w:val="00144F7F"/>
    <w:rsid w:val="00145E2E"/>
    <w:rsid w:val="00151C2C"/>
    <w:rsid w:val="00152913"/>
    <w:rsid w:val="00152F6C"/>
    <w:rsid w:val="00156204"/>
    <w:rsid w:val="001567CE"/>
    <w:rsid w:val="00157273"/>
    <w:rsid w:val="001600A2"/>
    <w:rsid w:val="00160DC9"/>
    <w:rsid w:val="00162020"/>
    <w:rsid w:val="00163626"/>
    <w:rsid w:val="00165D98"/>
    <w:rsid w:val="00166DC3"/>
    <w:rsid w:val="0017244D"/>
    <w:rsid w:val="00174917"/>
    <w:rsid w:val="001776D1"/>
    <w:rsid w:val="00177CE1"/>
    <w:rsid w:val="00181064"/>
    <w:rsid w:val="00181D7A"/>
    <w:rsid w:val="0018253B"/>
    <w:rsid w:val="001829B3"/>
    <w:rsid w:val="00184077"/>
    <w:rsid w:val="00185A31"/>
    <w:rsid w:val="001870CF"/>
    <w:rsid w:val="00187102"/>
    <w:rsid w:val="00187B9B"/>
    <w:rsid w:val="0019098A"/>
    <w:rsid w:val="0019150E"/>
    <w:rsid w:val="001919D4"/>
    <w:rsid w:val="00193288"/>
    <w:rsid w:val="00193A89"/>
    <w:rsid w:val="00196A13"/>
    <w:rsid w:val="001972C2"/>
    <w:rsid w:val="00197C28"/>
    <w:rsid w:val="001A1D77"/>
    <w:rsid w:val="001A2756"/>
    <w:rsid w:val="001A4FE3"/>
    <w:rsid w:val="001A5E04"/>
    <w:rsid w:val="001A670B"/>
    <w:rsid w:val="001A7996"/>
    <w:rsid w:val="001B0B82"/>
    <w:rsid w:val="001B4F2E"/>
    <w:rsid w:val="001B5084"/>
    <w:rsid w:val="001B5849"/>
    <w:rsid w:val="001B719B"/>
    <w:rsid w:val="001B7E42"/>
    <w:rsid w:val="001C00E9"/>
    <w:rsid w:val="001C0C03"/>
    <w:rsid w:val="001C0FAB"/>
    <w:rsid w:val="001C12DE"/>
    <w:rsid w:val="001C2AAE"/>
    <w:rsid w:val="001C4F4B"/>
    <w:rsid w:val="001C4F61"/>
    <w:rsid w:val="001C5725"/>
    <w:rsid w:val="001C57A1"/>
    <w:rsid w:val="001C7D70"/>
    <w:rsid w:val="001C7FDE"/>
    <w:rsid w:val="001D47FC"/>
    <w:rsid w:val="001D48AF"/>
    <w:rsid w:val="001D5AF9"/>
    <w:rsid w:val="001D60ED"/>
    <w:rsid w:val="001E1F90"/>
    <w:rsid w:val="001E2652"/>
    <w:rsid w:val="001E2BC4"/>
    <w:rsid w:val="001E481F"/>
    <w:rsid w:val="001E49AC"/>
    <w:rsid w:val="001E623F"/>
    <w:rsid w:val="001F0222"/>
    <w:rsid w:val="001F0B2C"/>
    <w:rsid w:val="001F0FC6"/>
    <w:rsid w:val="001F1034"/>
    <w:rsid w:val="001F1BC6"/>
    <w:rsid w:val="001F1F58"/>
    <w:rsid w:val="001F271F"/>
    <w:rsid w:val="001F3B52"/>
    <w:rsid w:val="001F5A5E"/>
    <w:rsid w:val="001F6164"/>
    <w:rsid w:val="001F7E0F"/>
    <w:rsid w:val="002000BD"/>
    <w:rsid w:val="00200579"/>
    <w:rsid w:val="00201641"/>
    <w:rsid w:val="002030DF"/>
    <w:rsid w:val="002065F8"/>
    <w:rsid w:val="00206949"/>
    <w:rsid w:val="00206CE4"/>
    <w:rsid w:val="002112C7"/>
    <w:rsid w:val="0021217A"/>
    <w:rsid w:val="002159D0"/>
    <w:rsid w:val="00215DD8"/>
    <w:rsid w:val="00216A3D"/>
    <w:rsid w:val="00220033"/>
    <w:rsid w:val="0022252D"/>
    <w:rsid w:val="00224B8F"/>
    <w:rsid w:val="002255DC"/>
    <w:rsid w:val="00225F6B"/>
    <w:rsid w:val="002306C2"/>
    <w:rsid w:val="00231766"/>
    <w:rsid w:val="00232021"/>
    <w:rsid w:val="00232060"/>
    <w:rsid w:val="00232F06"/>
    <w:rsid w:val="00232FF3"/>
    <w:rsid w:val="00235347"/>
    <w:rsid w:val="00235509"/>
    <w:rsid w:val="002363A1"/>
    <w:rsid w:val="00240F01"/>
    <w:rsid w:val="002411FD"/>
    <w:rsid w:val="0024294E"/>
    <w:rsid w:val="00244BE7"/>
    <w:rsid w:val="00244DA8"/>
    <w:rsid w:val="0024550C"/>
    <w:rsid w:val="002539F9"/>
    <w:rsid w:val="00254082"/>
    <w:rsid w:val="00255084"/>
    <w:rsid w:val="002562DF"/>
    <w:rsid w:val="002606C1"/>
    <w:rsid w:val="00261197"/>
    <w:rsid w:val="00264BC4"/>
    <w:rsid w:val="00265816"/>
    <w:rsid w:val="00266BD2"/>
    <w:rsid w:val="00270C3A"/>
    <w:rsid w:val="00273839"/>
    <w:rsid w:val="0027476D"/>
    <w:rsid w:val="00274DA2"/>
    <w:rsid w:val="00274DF7"/>
    <w:rsid w:val="0028469E"/>
    <w:rsid w:val="00286E45"/>
    <w:rsid w:val="0029017D"/>
    <w:rsid w:val="002939A4"/>
    <w:rsid w:val="00293BD5"/>
    <w:rsid w:val="00294D91"/>
    <w:rsid w:val="00295B46"/>
    <w:rsid w:val="00295B89"/>
    <w:rsid w:val="002976A8"/>
    <w:rsid w:val="002A00DD"/>
    <w:rsid w:val="002A2DFE"/>
    <w:rsid w:val="002A3C8F"/>
    <w:rsid w:val="002A6935"/>
    <w:rsid w:val="002A6C87"/>
    <w:rsid w:val="002A6E55"/>
    <w:rsid w:val="002B01F9"/>
    <w:rsid w:val="002B040D"/>
    <w:rsid w:val="002B05EA"/>
    <w:rsid w:val="002B0A73"/>
    <w:rsid w:val="002B3782"/>
    <w:rsid w:val="002B44CB"/>
    <w:rsid w:val="002B4946"/>
    <w:rsid w:val="002B676C"/>
    <w:rsid w:val="002C04F3"/>
    <w:rsid w:val="002C0859"/>
    <w:rsid w:val="002C21C3"/>
    <w:rsid w:val="002C3026"/>
    <w:rsid w:val="002C35E6"/>
    <w:rsid w:val="002C3B27"/>
    <w:rsid w:val="002C53DC"/>
    <w:rsid w:val="002C684D"/>
    <w:rsid w:val="002C7D3B"/>
    <w:rsid w:val="002D0FB2"/>
    <w:rsid w:val="002D22F1"/>
    <w:rsid w:val="002D3B08"/>
    <w:rsid w:val="002D6A5E"/>
    <w:rsid w:val="002D7F46"/>
    <w:rsid w:val="002E292D"/>
    <w:rsid w:val="002E2EE0"/>
    <w:rsid w:val="002E4583"/>
    <w:rsid w:val="002E46BE"/>
    <w:rsid w:val="002E4ED5"/>
    <w:rsid w:val="002E5F6D"/>
    <w:rsid w:val="002E66B0"/>
    <w:rsid w:val="002E689C"/>
    <w:rsid w:val="002E7DFA"/>
    <w:rsid w:val="002F1144"/>
    <w:rsid w:val="002F324F"/>
    <w:rsid w:val="002F36B7"/>
    <w:rsid w:val="002F447B"/>
    <w:rsid w:val="002F49FE"/>
    <w:rsid w:val="002F5EE3"/>
    <w:rsid w:val="002F689B"/>
    <w:rsid w:val="002F69DF"/>
    <w:rsid w:val="002F71EE"/>
    <w:rsid w:val="0030034C"/>
    <w:rsid w:val="0030045B"/>
    <w:rsid w:val="00300AC7"/>
    <w:rsid w:val="003016AB"/>
    <w:rsid w:val="003016ED"/>
    <w:rsid w:val="003028AC"/>
    <w:rsid w:val="00303E30"/>
    <w:rsid w:val="00303FAE"/>
    <w:rsid w:val="00304D13"/>
    <w:rsid w:val="00305478"/>
    <w:rsid w:val="0030567F"/>
    <w:rsid w:val="00310103"/>
    <w:rsid w:val="00311B2D"/>
    <w:rsid w:val="00311FCB"/>
    <w:rsid w:val="00312539"/>
    <w:rsid w:val="00312FF3"/>
    <w:rsid w:val="00313B3E"/>
    <w:rsid w:val="00314011"/>
    <w:rsid w:val="00314CF2"/>
    <w:rsid w:val="003150CD"/>
    <w:rsid w:val="00315100"/>
    <w:rsid w:val="0031576C"/>
    <w:rsid w:val="00317FDB"/>
    <w:rsid w:val="00321C0E"/>
    <w:rsid w:val="00321D98"/>
    <w:rsid w:val="0032262A"/>
    <w:rsid w:val="00324D79"/>
    <w:rsid w:val="00325154"/>
    <w:rsid w:val="0032614A"/>
    <w:rsid w:val="0033406C"/>
    <w:rsid w:val="003348B2"/>
    <w:rsid w:val="00336993"/>
    <w:rsid w:val="00337EBE"/>
    <w:rsid w:val="00341AD2"/>
    <w:rsid w:val="00342F85"/>
    <w:rsid w:val="00345E64"/>
    <w:rsid w:val="003460E6"/>
    <w:rsid w:val="003512EB"/>
    <w:rsid w:val="00353062"/>
    <w:rsid w:val="003542E7"/>
    <w:rsid w:val="00357CAE"/>
    <w:rsid w:val="00361FF7"/>
    <w:rsid w:val="003634BB"/>
    <w:rsid w:val="00365E8E"/>
    <w:rsid w:val="00367A3B"/>
    <w:rsid w:val="003735F0"/>
    <w:rsid w:val="00374ADE"/>
    <w:rsid w:val="003755D8"/>
    <w:rsid w:val="00375A1A"/>
    <w:rsid w:val="00375B59"/>
    <w:rsid w:val="00377D75"/>
    <w:rsid w:val="00377E08"/>
    <w:rsid w:val="003816B3"/>
    <w:rsid w:val="003818D6"/>
    <w:rsid w:val="0038490B"/>
    <w:rsid w:val="00384C83"/>
    <w:rsid w:val="0038744E"/>
    <w:rsid w:val="00387FF0"/>
    <w:rsid w:val="00390091"/>
    <w:rsid w:val="00390B3A"/>
    <w:rsid w:val="00391BBD"/>
    <w:rsid w:val="00392053"/>
    <w:rsid w:val="00393589"/>
    <w:rsid w:val="00394494"/>
    <w:rsid w:val="003952B1"/>
    <w:rsid w:val="00397ABF"/>
    <w:rsid w:val="003A1C2D"/>
    <w:rsid w:val="003A2CD3"/>
    <w:rsid w:val="003A3361"/>
    <w:rsid w:val="003A3942"/>
    <w:rsid w:val="003A6DC9"/>
    <w:rsid w:val="003A7386"/>
    <w:rsid w:val="003B1CF8"/>
    <w:rsid w:val="003B36EA"/>
    <w:rsid w:val="003C0851"/>
    <w:rsid w:val="003C173E"/>
    <w:rsid w:val="003C28F6"/>
    <w:rsid w:val="003C3939"/>
    <w:rsid w:val="003C3F99"/>
    <w:rsid w:val="003C7159"/>
    <w:rsid w:val="003C7469"/>
    <w:rsid w:val="003D26EA"/>
    <w:rsid w:val="003D3EBD"/>
    <w:rsid w:val="003D4BCC"/>
    <w:rsid w:val="003D643A"/>
    <w:rsid w:val="003D6C10"/>
    <w:rsid w:val="003D79BF"/>
    <w:rsid w:val="003E1583"/>
    <w:rsid w:val="003E2F86"/>
    <w:rsid w:val="003E3D24"/>
    <w:rsid w:val="003E536D"/>
    <w:rsid w:val="003E61F4"/>
    <w:rsid w:val="003E7A21"/>
    <w:rsid w:val="003F27AA"/>
    <w:rsid w:val="003F28DD"/>
    <w:rsid w:val="003F4074"/>
    <w:rsid w:val="003F4C27"/>
    <w:rsid w:val="003F4DC9"/>
    <w:rsid w:val="004004CA"/>
    <w:rsid w:val="00401053"/>
    <w:rsid w:val="0040126B"/>
    <w:rsid w:val="004030A8"/>
    <w:rsid w:val="004037C1"/>
    <w:rsid w:val="00403999"/>
    <w:rsid w:val="004045EC"/>
    <w:rsid w:val="00407FF2"/>
    <w:rsid w:val="00410648"/>
    <w:rsid w:val="004116DF"/>
    <w:rsid w:val="00415DD9"/>
    <w:rsid w:val="00417465"/>
    <w:rsid w:val="00420E8D"/>
    <w:rsid w:val="004211D5"/>
    <w:rsid w:val="004215A6"/>
    <w:rsid w:val="00421A98"/>
    <w:rsid w:val="00423B7A"/>
    <w:rsid w:val="0042623F"/>
    <w:rsid w:val="00427297"/>
    <w:rsid w:val="0043062C"/>
    <w:rsid w:val="004316C1"/>
    <w:rsid w:val="00431B84"/>
    <w:rsid w:val="00431E94"/>
    <w:rsid w:val="004320C2"/>
    <w:rsid w:val="004351A6"/>
    <w:rsid w:val="00435553"/>
    <w:rsid w:val="004371F5"/>
    <w:rsid w:val="004401C2"/>
    <w:rsid w:val="00440583"/>
    <w:rsid w:val="00440E8C"/>
    <w:rsid w:val="0044131C"/>
    <w:rsid w:val="00441917"/>
    <w:rsid w:val="00442006"/>
    <w:rsid w:val="0044386C"/>
    <w:rsid w:val="004473C3"/>
    <w:rsid w:val="00450027"/>
    <w:rsid w:val="00450EF6"/>
    <w:rsid w:val="00451FC9"/>
    <w:rsid w:val="004520B6"/>
    <w:rsid w:val="00453EF9"/>
    <w:rsid w:val="0045444E"/>
    <w:rsid w:val="00454E80"/>
    <w:rsid w:val="0045683D"/>
    <w:rsid w:val="00456AC1"/>
    <w:rsid w:val="00462A69"/>
    <w:rsid w:val="0046574A"/>
    <w:rsid w:val="00465A0E"/>
    <w:rsid w:val="00465FA3"/>
    <w:rsid w:val="004711C0"/>
    <w:rsid w:val="004728F5"/>
    <w:rsid w:val="00477379"/>
    <w:rsid w:val="00477730"/>
    <w:rsid w:val="00480E48"/>
    <w:rsid w:val="00481FE2"/>
    <w:rsid w:val="0048254D"/>
    <w:rsid w:val="00484E07"/>
    <w:rsid w:val="00485E9E"/>
    <w:rsid w:val="00485F52"/>
    <w:rsid w:val="004867AA"/>
    <w:rsid w:val="0048756A"/>
    <w:rsid w:val="00490F53"/>
    <w:rsid w:val="004928F7"/>
    <w:rsid w:val="004943E2"/>
    <w:rsid w:val="004948C6"/>
    <w:rsid w:val="00495B93"/>
    <w:rsid w:val="00496B25"/>
    <w:rsid w:val="00497245"/>
    <w:rsid w:val="00497F75"/>
    <w:rsid w:val="004A1FCD"/>
    <w:rsid w:val="004A2364"/>
    <w:rsid w:val="004A41A3"/>
    <w:rsid w:val="004A4642"/>
    <w:rsid w:val="004A4B78"/>
    <w:rsid w:val="004A4C67"/>
    <w:rsid w:val="004A6843"/>
    <w:rsid w:val="004B2B5C"/>
    <w:rsid w:val="004B3976"/>
    <w:rsid w:val="004B73AD"/>
    <w:rsid w:val="004B74BA"/>
    <w:rsid w:val="004C16E4"/>
    <w:rsid w:val="004C1A7E"/>
    <w:rsid w:val="004C2B67"/>
    <w:rsid w:val="004C31E5"/>
    <w:rsid w:val="004C4565"/>
    <w:rsid w:val="004D0C29"/>
    <w:rsid w:val="004D28D0"/>
    <w:rsid w:val="004D337F"/>
    <w:rsid w:val="004D373D"/>
    <w:rsid w:val="004D3C13"/>
    <w:rsid w:val="004D5187"/>
    <w:rsid w:val="004D5857"/>
    <w:rsid w:val="004D7CB0"/>
    <w:rsid w:val="004E003F"/>
    <w:rsid w:val="004E394B"/>
    <w:rsid w:val="004E41F5"/>
    <w:rsid w:val="004E4791"/>
    <w:rsid w:val="004E6068"/>
    <w:rsid w:val="004F0032"/>
    <w:rsid w:val="004F1B55"/>
    <w:rsid w:val="004F2D62"/>
    <w:rsid w:val="004F3319"/>
    <w:rsid w:val="004F69F0"/>
    <w:rsid w:val="005002D1"/>
    <w:rsid w:val="00500B19"/>
    <w:rsid w:val="00502355"/>
    <w:rsid w:val="005038B3"/>
    <w:rsid w:val="0050466F"/>
    <w:rsid w:val="00507210"/>
    <w:rsid w:val="00507A87"/>
    <w:rsid w:val="00507AE3"/>
    <w:rsid w:val="0051192D"/>
    <w:rsid w:val="00512F52"/>
    <w:rsid w:val="00513670"/>
    <w:rsid w:val="00513ABE"/>
    <w:rsid w:val="00515034"/>
    <w:rsid w:val="00516569"/>
    <w:rsid w:val="0051720A"/>
    <w:rsid w:val="00521631"/>
    <w:rsid w:val="00523491"/>
    <w:rsid w:val="00523FF8"/>
    <w:rsid w:val="005256B2"/>
    <w:rsid w:val="00525B46"/>
    <w:rsid w:val="0053084E"/>
    <w:rsid w:val="00531843"/>
    <w:rsid w:val="00532D87"/>
    <w:rsid w:val="00533D7A"/>
    <w:rsid w:val="00533E6B"/>
    <w:rsid w:val="005365F8"/>
    <w:rsid w:val="00536B7C"/>
    <w:rsid w:val="00537154"/>
    <w:rsid w:val="005376A5"/>
    <w:rsid w:val="00537AE2"/>
    <w:rsid w:val="00541395"/>
    <w:rsid w:val="00541481"/>
    <w:rsid w:val="0054232B"/>
    <w:rsid w:val="00542B11"/>
    <w:rsid w:val="00547D47"/>
    <w:rsid w:val="0055225D"/>
    <w:rsid w:val="005529A1"/>
    <w:rsid w:val="00556A08"/>
    <w:rsid w:val="0055786E"/>
    <w:rsid w:val="00560802"/>
    <w:rsid w:val="00562C39"/>
    <w:rsid w:val="00564426"/>
    <w:rsid w:val="005657FE"/>
    <w:rsid w:val="0056653D"/>
    <w:rsid w:val="00566DEA"/>
    <w:rsid w:val="005711E0"/>
    <w:rsid w:val="00571B07"/>
    <w:rsid w:val="00572DCF"/>
    <w:rsid w:val="00573CF6"/>
    <w:rsid w:val="00575FA2"/>
    <w:rsid w:val="0057639A"/>
    <w:rsid w:val="00580346"/>
    <w:rsid w:val="0058178E"/>
    <w:rsid w:val="0058371F"/>
    <w:rsid w:val="00584F0F"/>
    <w:rsid w:val="00587339"/>
    <w:rsid w:val="0058769B"/>
    <w:rsid w:val="00587B92"/>
    <w:rsid w:val="00587C90"/>
    <w:rsid w:val="00591825"/>
    <w:rsid w:val="005929C3"/>
    <w:rsid w:val="0059318A"/>
    <w:rsid w:val="00593D37"/>
    <w:rsid w:val="00594B5F"/>
    <w:rsid w:val="00595468"/>
    <w:rsid w:val="00595681"/>
    <w:rsid w:val="0059654F"/>
    <w:rsid w:val="005A3197"/>
    <w:rsid w:val="005A4FB1"/>
    <w:rsid w:val="005A555A"/>
    <w:rsid w:val="005A5996"/>
    <w:rsid w:val="005A639F"/>
    <w:rsid w:val="005A687F"/>
    <w:rsid w:val="005A6B72"/>
    <w:rsid w:val="005B0629"/>
    <w:rsid w:val="005B06F8"/>
    <w:rsid w:val="005B2E2B"/>
    <w:rsid w:val="005B3BBA"/>
    <w:rsid w:val="005B3DD2"/>
    <w:rsid w:val="005B44AF"/>
    <w:rsid w:val="005C1714"/>
    <w:rsid w:val="005C1B7D"/>
    <w:rsid w:val="005C2EB3"/>
    <w:rsid w:val="005C52EE"/>
    <w:rsid w:val="005C56E4"/>
    <w:rsid w:val="005D00D5"/>
    <w:rsid w:val="005D037A"/>
    <w:rsid w:val="005D6789"/>
    <w:rsid w:val="005D7EF8"/>
    <w:rsid w:val="005E1975"/>
    <w:rsid w:val="005E2DFF"/>
    <w:rsid w:val="005E302E"/>
    <w:rsid w:val="005E326B"/>
    <w:rsid w:val="005E634C"/>
    <w:rsid w:val="005E6B0D"/>
    <w:rsid w:val="005F1CC1"/>
    <w:rsid w:val="005F5B98"/>
    <w:rsid w:val="005F5F93"/>
    <w:rsid w:val="00600794"/>
    <w:rsid w:val="00600BF4"/>
    <w:rsid w:val="006025A0"/>
    <w:rsid w:val="00604AFF"/>
    <w:rsid w:val="0060577D"/>
    <w:rsid w:val="00605F60"/>
    <w:rsid w:val="006062DB"/>
    <w:rsid w:val="0060720B"/>
    <w:rsid w:val="00607C35"/>
    <w:rsid w:val="00611905"/>
    <w:rsid w:val="00612512"/>
    <w:rsid w:val="006127BA"/>
    <w:rsid w:val="006156C5"/>
    <w:rsid w:val="0061727B"/>
    <w:rsid w:val="00617534"/>
    <w:rsid w:val="00621198"/>
    <w:rsid w:val="00622919"/>
    <w:rsid w:val="00624228"/>
    <w:rsid w:val="00627001"/>
    <w:rsid w:val="006307A3"/>
    <w:rsid w:val="00630B8F"/>
    <w:rsid w:val="00632656"/>
    <w:rsid w:val="00632A6F"/>
    <w:rsid w:val="00632DA9"/>
    <w:rsid w:val="00633FA2"/>
    <w:rsid w:val="006341E8"/>
    <w:rsid w:val="00634A05"/>
    <w:rsid w:val="00635721"/>
    <w:rsid w:val="00637421"/>
    <w:rsid w:val="00637E98"/>
    <w:rsid w:val="00637FF2"/>
    <w:rsid w:val="00640813"/>
    <w:rsid w:val="00642361"/>
    <w:rsid w:val="006441C6"/>
    <w:rsid w:val="00644B25"/>
    <w:rsid w:val="0064709B"/>
    <w:rsid w:val="00650735"/>
    <w:rsid w:val="0065356B"/>
    <w:rsid w:val="0065447E"/>
    <w:rsid w:val="006544CF"/>
    <w:rsid w:val="00655737"/>
    <w:rsid w:val="00655E4F"/>
    <w:rsid w:val="00657311"/>
    <w:rsid w:val="0066001C"/>
    <w:rsid w:val="00661BD3"/>
    <w:rsid w:val="00664F99"/>
    <w:rsid w:val="00666376"/>
    <w:rsid w:val="0067026E"/>
    <w:rsid w:val="006703DF"/>
    <w:rsid w:val="006713E6"/>
    <w:rsid w:val="00671E92"/>
    <w:rsid w:val="00673893"/>
    <w:rsid w:val="00673D16"/>
    <w:rsid w:val="0067793C"/>
    <w:rsid w:val="00680C8B"/>
    <w:rsid w:val="00681257"/>
    <w:rsid w:val="006830EE"/>
    <w:rsid w:val="00683A61"/>
    <w:rsid w:val="00683A90"/>
    <w:rsid w:val="00690469"/>
    <w:rsid w:val="006904FE"/>
    <w:rsid w:val="00692CC3"/>
    <w:rsid w:val="006936ED"/>
    <w:rsid w:val="00694A9A"/>
    <w:rsid w:val="006950CC"/>
    <w:rsid w:val="00696907"/>
    <w:rsid w:val="00696B98"/>
    <w:rsid w:val="006A0585"/>
    <w:rsid w:val="006A2BE1"/>
    <w:rsid w:val="006A2D51"/>
    <w:rsid w:val="006A3DD0"/>
    <w:rsid w:val="006A53A0"/>
    <w:rsid w:val="006A7959"/>
    <w:rsid w:val="006A7B13"/>
    <w:rsid w:val="006B0BB0"/>
    <w:rsid w:val="006B2ABC"/>
    <w:rsid w:val="006B33D7"/>
    <w:rsid w:val="006B3F1F"/>
    <w:rsid w:val="006B3FAC"/>
    <w:rsid w:val="006B40D1"/>
    <w:rsid w:val="006B6B85"/>
    <w:rsid w:val="006B6D1F"/>
    <w:rsid w:val="006B72DD"/>
    <w:rsid w:val="006B7CE9"/>
    <w:rsid w:val="006C0364"/>
    <w:rsid w:val="006C06AD"/>
    <w:rsid w:val="006C4002"/>
    <w:rsid w:val="006C4288"/>
    <w:rsid w:val="006C45CB"/>
    <w:rsid w:val="006C481E"/>
    <w:rsid w:val="006C49AB"/>
    <w:rsid w:val="006C79EA"/>
    <w:rsid w:val="006D0026"/>
    <w:rsid w:val="006D3BB8"/>
    <w:rsid w:val="006D4372"/>
    <w:rsid w:val="006D4EE1"/>
    <w:rsid w:val="006D6363"/>
    <w:rsid w:val="006D68E1"/>
    <w:rsid w:val="006D6970"/>
    <w:rsid w:val="006D716C"/>
    <w:rsid w:val="006E048F"/>
    <w:rsid w:val="006E1394"/>
    <w:rsid w:val="006E1A98"/>
    <w:rsid w:val="006E362A"/>
    <w:rsid w:val="006E3F80"/>
    <w:rsid w:val="006E5FB9"/>
    <w:rsid w:val="006F0145"/>
    <w:rsid w:val="006F1C28"/>
    <w:rsid w:val="006F37F0"/>
    <w:rsid w:val="006F4262"/>
    <w:rsid w:val="006F656D"/>
    <w:rsid w:val="006F680A"/>
    <w:rsid w:val="006F6F40"/>
    <w:rsid w:val="00701C25"/>
    <w:rsid w:val="00702F8E"/>
    <w:rsid w:val="00706B96"/>
    <w:rsid w:val="00706DA6"/>
    <w:rsid w:val="007078AA"/>
    <w:rsid w:val="00711DAE"/>
    <w:rsid w:val="007128C8"/>
    <w:rsid w:val="00712B84"/>
    <w:rsid w:val="00714451"/>
    <w:rsid w:val="00714516"/>
    <w:rsid w:val="00720786"/>
    <w:rsid w:val="0072079A"/>
    <w:rsid w:val="0072162B"/>
    <w:rsid w:val="00722452"/>
    <w:rsid w:val="00723B73"/>
    <w:rsid w:val="00725E59"/>
    <w:rsid w:val="00726785"/>
    <w:rsid w:val="00726A50"/>
    <w:rsid w:val="00727856"/>
    <w:rsid w:val="00730F0B"/>
    <w:rsid w:val="00731262"/>
    <w:rsid w:val="00734637"/>
    <w:rsid w:val="007367A5"/>
    <w:rsid w:val="007405AE"/>
    <w:rsid w:val="00743D96"/>
    <w:rsid w:val="00744838"/>
    <w:rsid w:val="00751417"/>
    <w:rsid w:val="007544D7"/>
    <w:rsid w:val="00754E5E"/>
    <w:rsid w:val="00756B74"/>
    <w:rsid w:val="00761226"/>
    <w:rsid w:val="007661D3"/>
    <w:rsid w:val="00770B3E"/>
    <w:rsid w:val="0077306F"/>
    <w:rsid w:val="007738E6"/>
    <w:rsid w:val="00774723"/>
    <w:rsid w:val="00774BEB"/>
    <w:rsid w:val="00775368"/>
    <w:rsid w:val="007809B9"/>
    <w:rsid w:val="00780A7E"/>
    <w:rsid w:val="00781FE1"/>
    <w:rsid w:val="00783C20"/>
    <w:rsid w:val="007865AF"/>
    <w:rsid w:val="00787C22"/>
    <w:rsid w:val="00791804"/>
    <w:rsid w:val="007950B6"/>
    <w:rsid w:val="007A0106"/>
    <w:rsid w:val="007A0400"/>
    <w:rsid w:val="007A0D1F"/>
    <w:rsid w:val="007A23FD"/>
    <w:rsid w:val="007A295A"/>
    <w:rsid w:val="007A3375"/>
    <w:rsid w:val="007A3447"/>
    <w:rsid w:val="007A362B"/>
    <w:rsid w:val="007A46B4"/>
    <w:rsid w:val="007A4DC5"/>
    <w:rsid w:val="007A5AC8"/>
    <w:rsid w:val="007B2A98"/>
    <w:rsid w:val="007B5164"/>
    <w:rsid w:val="007B6DE5"/>
    <w:rsid w:val="007B6F78"/>
    <w:rsid w:val="007B73B2"/>
    <w:rsid w:val="007B7A88"/>
    <w:rsid w:val="007B7F2A"/>
    <w:rsid w:val="007C059F"/>
    <w:rsid w:val="007C103B"/>
    <w:rsid w:val="007C2A4C"/>
    <w:rsid w:val="007C2A58"/>
    <w:rsid w:val="007C42A3"/>
    <w:rsid w:val="007C4719"/>
    <w:rsid w:val="007C5BCC"/>
    <w:rsid w:val="007C6106"/>
    <w:rsid w:val="007C6DBF"/>
    <w:rsid w:val="007C75DF"/>
    <w:rsid w:val="007D0B57"/>
    <w:rsid w:val="007D16C1"/>
    <w:rsid w:val="007D1756"/>
    <w:rsid w:val="007D1857"/>
    <w:rsid w:val="007D2BC1"/>
    <w:rsid w:val="007D2D70"/>
    <w:rsid w:val="007D41C3"/>
    <w:rsid w:val="007E026D"/>
    <w:rsid w:val="007E2A23"/>
    <w:rsid w:val="007E2D8C"/>
    <w:rsid w:val="007E2EF9"/>
    <w:rsid w:val="007E30BA"/>
    <w:rsid w:val="007E42F0"/>
    <w:rsid w:val="007E4C2B"/>
    <w:rsid w:val="007E5C41"/>
    <w:rsid w:val="007E5C68"/>
    <w:rsid w:val="007E5EA0"/>
    <w:rsid w:val="007E6B18"/>
    <w:rsid w:val="007E7EFB"/>
    <w:rsid w:val="007F0A78"/>
    <w:rsid w:val="007F19B9"/>
    <w:rsid w:val="007F53A3"/>
    <w:rsid w:val="0080245B"/>
    <w:rsid w:val="0080254C"/>
    <w:rsid w:val="008025FE"/>
    <w:rsid w:val="008043C5"/>
    <w:rsid w:val="008068A0"/>
    <w:rsid w:val="00806BA1"/>
    <w:rsid w:val="00806CEE"/>
    <w:rsid w:val="00810218"/>
    <w:rsid w:val="008104A5"/>
    <w:rsid w:val="008113C4"/>
    <w:rsid w:val="008116BF"/>
    <w:rsid w:val="00813E82"/>
    <w:rsid w:val="00815B54"/>
    <w:rsid w:val="00816116"/>
    <w:rsid w:val="00816AC1"/>
    <w:rsid w:val="00820F2B"/>
    <w:rsid w:val="00821650"/>
    <w:rsid w:val="0082264E"/>
    <w:rsid w:val="00822703"/>
    <w:rsid w:val="00822DDD"/>
    <w:rsid w:val="00825C16"/>
    <w:rsid w:val="00830226"/>
    <w:rsid w:val="00830CE7"/>
    <w:rsid w:val="00830D42"/>
    <w:rsid w:val="0083150F"/>
    <w:rsid w:val="00832FF6"/>
    <w:rsid w:val="00834B65"/>
    <w:rsid w:val="00834C71"/>
    <w:rsid w:val="008353F9"/>
    <w:rsid w:val="0083586E"/>
    <w:rsid w:val="008403A6"/>
    <w:rsid w:val="00840B4E"/>
    <w:rsid w:val="008419B9"/>
    <w:rsid w:val="008421CF"/>
    <w:rsid w:val="00842358"/>
    <w:rsid w:val="008430BE"/>
    <w:rsid w:val="008457EC"/>
    <w:rsid w:val="0084612C"/>
    <w:rsid w:val="00846D02"/>
    <w:rsid w:val="00847041"/>
    <w:rsid w:val="0084722F"/>
    <w:rsid w:val="008472DC"/>
    <w:rsid w:val="00851187"/>
    <w:rsid w:val="00851C12"/>
    <w:rsid w:val="00852FC7"/>
    <w:rsid w:val="00854931"/>
    <w:rsid w:val="00857561"/>
    <w:rsid w:val="00857A95"/>
    <w:rsid w:val="00861563"/>
    <w:rsid w:val="00861CA2"/>
    <w:rsid w:val="008629A7"/>
    <w:rsid w:val="00862AAF"/>
    <w:rsid w:val="00863555"/>
    <w:rsid w:val="0086367D"/>
    <w:rsid w:val="00863A0F"/>
    <w:rsid w:val="0086601A"/>
    <w:rsid w:val="00866540"/>
    <w:rsid w:val="008674CD"/>
    <w:rsid w:val="008676CD"/>
    <w:rsid w:val="00870682"/>
    <w:rsid w:val="00871575"/>
    <w:rsid w:val="0087360C"/>
    <w:rsid w:val="008742C6"/>
    <w:rsid w:val="008750CD"/>
    <w:rsid w:val="0087649E"/>
    <w:rsid w:val="0087753D"/>
    <w:rsid w:val="00881408"/>
    <w:rsid w:val="00882281"/>
    <w:rsid w:val="00882E3F"/>
    <w:rsid w:val="00883B2C"/>
    <w:rsid w:val="00891B76"/>
    <w:rsid w:val="00893314"/>
    <w:rsid w:val="008955BC"/>
    <w:rsid w:val="0089728C"/>
    <w:rsid w:val="008A7C32"/>
    <w:rsid w:val="008B0170"/>
    <w:rsid w:val="008B0473"/>
    <w:rsid w:val="008B1229"/>
    <w:rsid w:val="008B2F87"/>
    <w:rsid w:val="008B436B"/>
    <w:rsid w:val="008B5B96"/>
    <w:rsid w:val="008B6501"/>
    <w:rsid w:val="008C5EF5"/>
    <w:rsid w:val="008C6AB8"/>
    <w:rsid w:val="008C6B5F"/>
    <w:rsid w:val="008D130F"/>
    <w:rsid w:val="008D212A"/>
    <w:rsid w:val="008D2625"/>
    <w:rsid w:val="008D535C"/>
    <w:rsid w:val="008D6EC3"/>
    <w:rsid w:val="008D70EF"/>
    <w:rsid w:val="008D7232"/>
    <w:rsid w:val="008D7EF8"/>
    <w:rsid w:val="008E106E"/>
    <w:rsid w:val="008E5BFC"/>
    <w:rsid w:val="008E65C1"/>
    <w:rsid w:val="008E69D8"/>
    <w:rsid w:val="008E7539"/>
    <w:rsid w:val="008F06A6"/>
    <w:rsid w:val="008F3513"/>
    <w:rsid w:val="008F48BC"/>
    <w:rsid w:val="008F5A07"/>
    <w:rsid w:val="008F5D54"/>
    <w:rsid w:val="008F614D"/>
    <w:rsid w:val="008F6388"/>
    <w:rsid w:val="008F6522"/>
    <w:rsid w:val="008F6726"/>
    <w:rsid w:val="008F6E3B"/>
    <w:rsid w:val="009006C3"/>
    <w:rsid w:val="009102C2"/>
    <w:rsid w:val="009115A1"/>
    <w:rsid w:val="009115B4"/>
    <w:rsid w:val="009123DC"/>
    <w:rsid w:val="00913322"/>
    <w:rsid w:val="00913877"/>
    <w:rsid w:val="00914E19"/>
    <w:rsid w:val="00920287"/>
    <w:rsid w:val="00920B60"/>
    <w:rsid w:val="00923D79"/>
    <w:rsid w:val="00924657"/>
    <w:rsid w:val="00924878"/>
    <w:rsid w:val="00924A5D"/>
    <w:rsid w:val="00924F3F"/>
    <w:rsid w:val="009259CB"/>
    <w:rsid w:val="0092776B"/>
    <w:rsid w:val="0092799D"/>
    <w:rsid w:val="009279F5"/>
    <w:rsid w:val="009356B3"/>
    <w:rsid w:val="00935C7A"/>
    <w:rsid w:val="00935CE7"/>
    <w:rsid w:val="009362E1"/>
    <w:rsid w:val="00936582"/>
    <w:rsid w:val="00936733"/>
    <w:rsid w:val="009375BF"/>
    <w:rsid w:val="00937AFB"/>
    <w:rsid w:val="00940803"/>
    <w:rsid w:val="00941B5E"/>
    <w:rsid w:val="00941D02"/>
    <w:rsid w:val="00942D77"/>
    <w:rsid w:val="0094377B"/>
    <w:rsid w:val="00944122"/>
    <w:rsid w:val="0094419D"/>
    <w:rsid w:val="009441A2"/>
    <w:rsid w:val="00944863"/>
    <w:rsid w:val="00944A59"/>
    <w:rsid w:val="00950850"/>
    <w:rsid w:val="009519DC"/>
    <w:rsid w:val="0095424F"/>
    <w:rsid w:val="00956561"/>
    <w:rsid w:val="00957411"/>
    <w:rsid w:val="00961C1C"/>
    <w:rsid w:val="00962E75"/>
    <w:rsid w:val="0096370E"/>
    <w:rsid w:val="00964517"/>
    <w:rsid w:val="00964D10"/>
    <w:rsid w:val="00966799"/>
    <w:rsid w:val="00971057"/>
    <w:rsid w:val="0097305F"/>
    <w:rsid w:val="00973E33"/>
    <w:rsid w:val="00974094"/>
    <w:rsid w:val="0097445D"/>
    <w:rsid w:val="00976674"/>
    <w:rsid w:val="00980C63"/>
    <w:rsid w:val="00980F96"/>
    <w:rsid w:val="00982813"/>
    <w:rsid w:val="00983BDA"/>
    <w:rsid w:val="009849B0"/>
    <w:rsid w:val="00985F2C"/>
    <w:rsid w:val="009861EF"/>
    <w:rsid w:val="00986A7B"/>
    <w:rsid w:val="009931BB"/>
    <w:rsid w:val="00996A12"/>
    <w:rsid w:val="00996FA9"/>
    <w:rsid w:val="00997F2C"/>
    <w:rsid w:val="009A183F"/>
    <w:rsid w:val="009A2185"/>
    <w:rsid w:val="009A2C45"/>
    <w:rsid w:val="009A401F"/>
    <w:rsid w:val="009A4C13"/>
    <w:rsid w:val="009A5940"/>
    <w:rsid w:val="009A59C6"/>
    <w:rsid w:val="009A5E29"/>
    <w:rsid w:val="009A5E36"/>
    <w:rsid w:val="009B11B0"/>
    <w:rsid w:val="009B23EF"/>
    <w:rsid w:val="009B43DE"/>
    <w:rsid w:val="009B52AE"/>
    <w:rsid w:val="009B5C91"/>
    <w:rsid w:val="009B5F89"/>
    <w:rsid w:val="009C1115"/>
    <w:rsid w:val="009C342C"/>
    <w:rsid w:val="009C3E60"/>
    <w:rsid w:val="009C5289"/>
    <w:rsid w:val="009D08FE"/>
    <w:rsid w:val="009D3671"/>
    <w:rsid w:val="009D3BB4"/>
    <w:rsid w:val="009D5E0A"/>
    <w:rsid w:val="009D6DF5"/>
    <w:rsid w:val="009D7638"/>
    <w:rsid w:val="009D7902"/>
    <w:rsid w:val="009E0570"/>
    <w:rsid w:val="009E34B6"/>
    <w:rsid w:val="009E3CA4"/>
    <w:rsid w:val="009E5A72"/>
    <w:rsid w:val="009E629A"/>
    <w:rsid w:val="009E73AA"/>
    <w:rsid w:val="009F1C1E"/>
    <w:rsid w:val="009F1FE5"/>
    <w:rsid w:val="009F2403"/>
    <w:rsid w:val="009F3539"/>
    <w:rsid w:val="009F49B2"/>
    <w:rsid w:val="009F513F"/>
    <w:rsid w:val="009F5640"/>
    <w:rsid w:val="009F58D1"/>
    <w:rsid w:val="009F72E6"/>
    <w:rsid w:val="00A00E78"/>
    <w:rsid w:val="00A01251"/>
    <w:rsid w:val="00A01A66"/>
    <w:rsid w:val="00A06994"/>
    <w:rsid w:val="00A10F36"/>
    <w:rsid w:val="00A12019"/>
    <w:rsid w:val="00A1301F"/>
    <w:rsid w:val="00A13481"/>
    <w:rsid w:val="00A13974"/>
    <w:rsid w:val="00A16746"/>
    <w:rsid w:val="00A20ECE"/>
    <w:rsid w:val="00A22F3D"/>
    <w:rsid w:val="00A23540"/>
    <w:rsid w:val="00A24896"/>
    <w:rsid w:val="00A27062"/>
    <w:rsid w:val="00A2776E"/>
    <w:rsid w:val="00A30687"/>
    <w:rsid w:val="00A31B3B"/>
    <w:rsid w:val="00A320AF"/>
    <w:rsid w:val="00A32DCD"/>
    <w:rsid w:val="00A3746C"/>
    <w:rsid w:val="00A40C1F"/>
    <w:rsid w:val="00A4116B"/>
    <w:rsid w:val="00A42396"/>
    <w:rsid w:val="00A43562"/>
    <w:rsid w:val="00A43BC5"/>
    <w:rsid w:val="00A44B97"/>
    <w:rsid w:val="00A44FD9"/>
    <w:rsid w:val="00A45775"/>
    <w:rsid w:val="00A46066"/>
    <w:rsid w:val="00A46CA8"/>
    <w:rsid w:val="00A505A9"/>
    <w:rsid w:val="00A515C8"/>
    <w:rsid w:val="00A51DD0"/>
    <w:rsid w:val="00A51FFA"/>
    <w:rsid w:val="00A5342D"/>
    <w:rsid w:val="00A536E9"/>
    <w:rsid w:val="00A55274"/>
    <w:rsid w:val="00A562BD"/>
    <w:rsid w:val="00A60DC6"/>
    <w:rsid w:val="00A62160"/>
    <w:rsid w:val="00A62BEE"/>
    <w:rsid w:val="00A636FC"/>
    <w:rsid w:val="00A64189"/>
    <w:rsid w:val="00A64979"/>
    <w:rsid w:val="00A65552"/>
    <w:rsid w:val="00A6562F"/>
    <w:rsid w:val="00A65765"/>
    <w:rsid w:val="00A659ED"/>
    <w:rsid w:val="00A727B0"/>
    <w:rsid w:val="00A73574"/>
    <w:rsid w:val="00A73624"/>
    <w:rsid w:val="00A80856"/>
    <w:rsid w:val="00A85109"/>
    <w:rsid w:val="00A851D4"/>
    <w:rsid w:val="00A852C9"/>
    <w:rsid w:val="00A87475"/>
    <w:rsid w:val="00A87A87"/>
    <w:rsid w:val="00A90111"/>
    <w:rsid w:val="00A9180C"/>
    <w:rsid w:val="00A92D9F"/>
    <w:rsid w:val="00A949E7"/>
    <w:rsid w:val="00A97CED"/>
    <w:rsid w:val="00A97FA0"/>
    <w:rsid w:val="00AA0BD8"/>
    <w:rsid w:val="00AA199D"/>
    <w:rsid w:val="00AA2476"/>
    <w:rsid w:val="00AA2808"/>
    <w:rsid w:val="00AA2CBA"/>
    <w:rsid w:val="00AA4836"/>
    <w:rsid w:val="00AA749E"/>
    <w:rsid w:val="00AA7E72"/>
    <w:rsid w:val="00AB0D32"/>
    <w:rsid w:val="00AB51AF"/>
    <w:rsid w:val="00AB62FF"/>
    <w:rsid w:val="00AC011E"/>
    <w:rsid w:val="00AC055C"/>
    <w:rsid w:val="00AC0700"/>
    <w:rsid w:val="00AC115A"/>
    <w:rsid w:val="00AC14DE"/>
    <w:rsid w:val="00AC31AF"/>
    <w:rsid w:val="00AC4148"/>
    <w:rsid w:val="00AC5E7B"/>
    <w:rsid w:val="00AC7292"/>
    <w:rsid w:val="00AC7BC4"/>
    <w:rsid w:val="00AC7D4B"/>
    <w:rsid w:val="00AD0A87"/>
    <w:rsid w:val="00AD2380"/>
    <w:rsid w:val="00AD2B7D"/>
    <w:rsid w:val="00AD45B5"/>
    <w:rsid w:val="00AD65DA"/>
    <w:rsid w:val="00AD6632"/>
    <w:rsid w:val="00AE17B0"/>
    <w:rsid w:val="00AE2F36"/>
    <w:rsid w:val="00AE3E46"/>
    <w:rsid w:val="00AE410D"/>
    <w:rsid w:val="00AE54B3"/>
    <w:rsid w:val="00AF05CB"/>
    <w:rsid w:val="00AF1CA7"/>
    <w:rsid w:val="00AF203D"/>
    <w:rsid w:val="00AF32C1"/>
    <w:rsid w:val="00AF446B"/>
    <w:rsid w:val="00AF4DF1"/>
    <w:rsid w:val="00AF52C8"/>
    <w:rsid w:val="00AF59DA"/>
    <w:rsid w:val="00AF60C7"/>
    <w:rsid w:val="00AF6247"/>
    <w:rsid w:val="00AF7271"/>
    <w:rsid w:val="00AF774A"/>
    <w:rsid w:val="00B01ED8"/>
    <w:rsid w:val="00B02C4A"/>
    <w:rsid w:val="00B03502"/>
    <w:rsid w:val="00B0394E"/>
    <w:rsid w:val="00B043B6"/>
    <w:rsid w:val="00B05AFF"/>
    <w:rsid w:val="00B10BCC"/>
    <w:rsid w:val="00B110B1"/>
    <w:rsid w:val="00B119F1"/>
    <w:rsid w:val="00B11C52"/>
    <w:rsid w:val="00B12523"/>
    <w:rsid w:val="00B15FD9"/>
    <w:rsid w:val="00B2078F"/>
    <w:rsid w:val="00B22E9C"/>
    <w:rsid w:val="00B22F7A"/>
    <w:rsid w:val="00B23654"/>
    <w:rsid w:val="00B236BE"/>
    <w:rsid w:val="00B24B9B"/>
    <w:rsid w:val="00B25A4B"/>
    <w:rsid w:val="00B260F0"/>
    <w:rsid w:val="00B274E6"/>
    <w:rsid w:val="00B3013A"/>
    <w:rsid w:val="00B31F64"/>
    <w:rsid w:val="00B326EC"/>
    <w:rsid w:val="00B3276E"/>
    <w:rsid w:val="00B34B71"/>
    <w:rsid w:val="00B35965"/>
    <w:rsid w:val="00B369A7"/>
    <w:rsid w:val="00B37FD0"/>
    <w:rsid w:val="00B41C97"/>
    <w:rsid w:val="00B41D0F"/>
    <w:rsid w:val="00B42013"/>
    <w:rsid w:val="00B44DDF"/>
    <w:rsid w:val="00B450D6"/>
    <w:rsid w:val="00B46661"/>
    <w:rsid w:val="00B470CB"/>
    <w:rsid w:val="00B470D1"/>
    <w:rsid w:val="00B4792E"/>
    <w:rsid w:val="00B501D9"/>
    <w:rsid w:val="00B5052A"/>
    <w:rsid w:val="00B5141C"/>
    <w:rsid w:val="00B51DED"/>
    <w:rsid w:val="00B54440"/>
    <w:rsid w:val="00B5522B"/>
    <w:rsid w:val="00B55885"/>
    <w:rsid w:val="00B569B0"/>
    <w:rsid w:val="00B603DB"/>
    <w:rsid w:val="00B60651"/>
    <w:rsid w:val="00B6543A"/>
    <w:rsid w:val="00B67482"/>
    <w:rsid w:val="00B6755A"/>
    <w:rsid w:val="00B67F75"/>
    <w:rsid w:val="00B7446A"/>
    <w:rsid w:val="00B76252"/>
    <w:rsid w:val="00B7629D"/>
    <w:rsid w:val="00B7641D"/>
    <w:rsid w:val="00B82128"/>
    <w:rsid w:val="00B8309E"/>
    <w:rsid w:val="00B86145"/>
    <w:rsid w:val="00B863C6"/>
    <w:rsid w:val="00B87B67"/>
    <w:rsid w:val="00B943BA"/>
    <w:rsid w:val="00B95099"/>
    <w:rsid w:val="00B96062"/>
    <w:rsid w:val="00B96DF3"/>
    <w:rsid w:val="00B974B7"/>
    <w:rsid w:val="00BA082D"/>
    <w:rsid w:val="00BA2102"/>
    <w:rsid w:val="00BA4F38"/>
    <w:rsid w:val="00BA6285"/>
    <w:rsid w:val="00BB0BFB"/>
    <w:rsid w:val="00BB20AE"/>
    <w:rsid w:val="00BB28C9"/>
    <w:rsid w:val="00BB30CA"/>
    <w:rsid w:val="00BB3AB4"/>
    <w:rsid w:val="00BB3CF9"/>
    <w:rsid w:val="00BC0D60"/>
    <w:rsid w:val="00BC5049"/>
    <w:rsid w:val="00BC69B7"/>
    <w:rsid w:val="00BD554C"/>
    <w:rsid w:val="00BD6BD0"/>
    <w:rsid w:val="00BD7E75"/>
    <w:rsid w:val="00BE2887"/>
    <w:rsid w:val="00BE3389"/>
    <w:rsid w:val="00BE3DFC"/>
    <w:rsid w:val="00BE7CE2"/>
    <w:rsid w:val="00BE7FFD"/>
    <w:rsid w:val="00BF24A6"/>
    <w:rsid w:val="00BF3F1D"/>
    <w:rsid w:val="00BF4DBF"/>
    <w:rsid w:val="00BF503E"/>
    <w:rsid w:val="00C005F4"/>
    <w:rsid w:val="00C01AF2"/>
    <w:rsid w:val="00C03666"/>
    <w:rsid w:val="00C0441D"/>
    <w:rsid w:val="00C04447"/>
    <w:rsid w:val="00C0643D"/>
    <w:rsid w:val="00C06A2B"/>
    <w:rsid w:val="00C0718A"/>
    <w:rsid w:val="00C0739E"/>
    <w:rsid w:val="00C07588"/>
    <w:rsid w:val="00C10192"/>
    <w:rsid w:val="00C12A66"/>
    <w:rsid w:val="00C1364E"/>
    <w:rsid w:val="00C13EAF"/>
    <w:rsid w:val="00C177E8"/>
    <w:rsid w:val="00C2006D"/>
    <w:rsid w:val="00C21FDD"/>
    <w:rsid w:val="00C23F9C"/>
    <w:rsid w:val="00C240A3"/>
    <w:rsid w:val="00C24E65"/>
    <w:rsid w:val="00C269AE"/>
    <w:rsid w:val="00C26F51"/>
    <w:rsid w:val="00C278CC"/>
    <w:rsid w:val="00C30AAF"/>
    <w:rsid w:val="00C30EAD"/>
    <w:rsid w:val="00C31CA2"/>
    <w:rsid w:val="00C32145"/>
    <w:rsid w:val="00C3225D"/>
    <w:rsid w:val="00C34BC6"/>
    <w:rsid w:val="00C35E7B"/>
    <w:rsid w:val="00C3657C"/>
    <w:rsid w:val="00C36CBA"/>
    <w:rsid w:val="00C3735D"/>
    <w:rsid w:val="00C408A6"/>
    <w:rsid w:val="00C41D23"/>
    <w:rsid w:val="00C422AF"/>
    <w:rsid w:val="00C43B69"/>
    <w:rsid w:val="00C4576D"/>
    <w:rsid w:val="00C458B9"/>
    <w:rsid w:val="00C467EA"/>
    <w:rsid w:val="00C47CAE"/>
    <w:rsid w:val="00C51EB3"/>
    <w:rsid w:val="00C52705"/>
    <w:rsid w:val="00C53711"/>
    <w:rsid w:val="00C537BD"/>
    <w:rsid w:val="00C547FC"/>
    <w:rsid w:val="00C6057D"/>
    <w:rsid w:val="00C60A5C"/>
    <w:rsid w:val="00C647EB"/>
    <w:rsid w:val="00C6537F"/>
    <w:rsid w:val="00C661B8"/>
    <w:rsid w:val="00C67EC4"/>
    <w:rsid w:val="00C70C7F"/>
    <w:rsid w:val="00C74FAC"/>
    <w:rsid w:val="00C766ED"/>
    <w:rsid w:val="00C83509"/>
    <w:rsid w:val="00C84435"/>
    <w:rsid w:val="00C85821"/>
    <w:rsid w:val="00C85B12"/>
    <w:rsid w:val="00C85DC4"/>
    <w:rsid w:val="00C92281"/>
    <w:rsid w:val="00C93928"/>
    <w:rsid w:val="00C944D8"/>
    <w:rsid w:val="00C957E5"/>
    <w:rsid w:val="00C96A2A"/>
    <w:rsid w:val="00C97FA0"/>
    <w:rsid w:val="00CA053C"/>
    <w:rsid w:val="00CA2EE4"/>
    <w:rsid w:val="00CA68FF"/>
    <w:rsid w:val="00CA6A01"/>
    <w:rsid w:val="00CA6FD3"/>
    <w:rsid w:val="00CA726E"/>
    <w:rsid w:val="00CB1BD0"/>
    <w:rsid w:val="00CB32B0"/>
    <w:rsid w:val="00CB728D"/>
    <w:rsid w:val="00CB781F"/>
    <w:rsid w:val="00CC1BC5"/>
    <w:rsid w:val="00CC2EB8"/>
    <w:rsid w:val="00CC360C"/>
    <w:rsid w:val="00CC432B"/>
    <w:rsid w:val="00CC6B6E"/>
    <w:rsid w:val="00CD1622"/>
    <w:rsid w:val="00CD1803"/>
    <w:rsid w:val="00CD1AC9"/>
    <w:rsid w:val="00CD23A1"/>
    <w:rsid w:val="00CD2935"/>
    <w:rsid w:val="00CD2ABC"/>
    <w:rsid w:val="00CD464C"/>
    <w:rsid w:val="00CD48EB"/>
    <w:rsid w:val="00CD4D54"/>
    <w:rsid w:val="00CD582F"/>
    <w:rsid w:val="00CD5AF1"/>
    <w:rsid w:val="00CE2585"/>
    <w:rsid w:val="00CE29A9"/>
    <w:rsid w:val="00CE3F0D"/>
    <w:rsid w:val="00CE5175"/>
    <w:rsid w:val="00CE547A"/>
    <w:rsid w:val="00CE60C6"/>
    <w:rsid w:val="00CE694E"/>
    <w:rsid w:val="00CE7E16"/>
    <w:rsid w:val="00CF0285"/>
    <w:rsid w:val="00CF2CA5"/>
    <w:rsid w:val="00CF388F"/>
    <w:rsid w:val="00CF4FE5"/>
    <w:rsid w:val="00CF63D1"/>
    <w:rsid w:val="00CF75D7"/>
    <w:rsid w:val="00D023F3"/>
    <w:rsid w:val="00D0312D"/>
    <w:rsid w:val="00D03896"/>
    <w:rsid w:val="00D038D2"/>
    <w:rsid w:val="00D06F59"/>
    <w:rsid w:val="00D07138"/>
    <w:rsid w:val="00D109D5"/>
    <w:rsid w:val="00D1317B"/>
    <w:rsid w:val="00D14A00"/>
    <w:rsid w:val="00D14EE6"/>
    <w:rsid w:val="00D1582B"/>
    <w:rsid w:val="00D15D86"/>
    <w:rsid w:val="00D1675A"/>
    <w:rsid w:val="00D173DD"/>
    <w:rsid w:val="00D200E9"/>
    <w:rsid w:val="00D22CE4"/>
    <w:rsid w:val="00D25CF2"/>
    <w:rsid w:val="00D26F13"/>
    <w:rsid w:val="00D316D4"/>
    <w:rsid w:val="00D31D75"/>
    <w:rsid w:val="00D33FC2"/>
    <w:rsid w:val="00D3632C"/>
    <w:rsid w:val="00D368D9"/>
    <w:rsid w:val="00D379E0"/>
    <w:rsid w:val="00D37DDD"/>
    <w:rsid w:val="00D40D38"/>
    <w:rsid w:val="00D41001"/>
    <w:rsid w:val="00D4612D"/>
    <w:rsid w:val="00D469A8"/>
    <w:rsid w:val="00D50631"/>
    <w:rsid w:val="00D527F3"/>
    <w:rsid w:val="00D528AD"/>
    <w:rsid w:val="00D52F2C"/>
    <w:rsid w:val="00D53D69"/>
    <w:rsid w:val="00D54510"/>
    <w:rsid w:val="00D548A5"/>
    <w:rsid w:val="00D5739E"/>
    <w:rsid w:val="00D617F1"/>
    <w:rsid w:val="00D63382"/>
    <w:rsid w:val="00D65093"/>
    <w:rsid w:val="00D66F70"/>
    <w:rsid w:val="00D67015"/>
    <w:rsid w:val="00D701F9"/>
    <w:rsid w:val="00D7065D"/>
    <w:rsid w:val="00D71902"/>
    <w:rsid w:val="00D73152"/>
    <w:rsid w:val="00D75532"/>
    <w:rsid w:val="00D75FF6"/>
    <w:rsid w:val="00D767CE"/>
    <w:rsid w:val="00D81694"/>
    <w:rsid w:val="00D82A5F"/>
    <w:rsid w:val="00D847A9"/>
    <w:rsid w:val="00D87B8D"/>
    <w:rsid w:val="00D90768"/>
    <w:rsid w:val="00D91AB0"/>
    <w:rsid w:val="00D927A1"/>
    <w:rsid w:val="00D92B82"/>
    <w:rsid w:val="00D93265"/>
    <w:rsid w:val="00D93B8B"/>
    <w:rsid w:val="00D94F10"/>
    <w:rsid w:val="00D9527C"/>
    <w:rsid w:val="00D95783"/>
    <w:rsid w:val="00DA0654"/>
    <w:rsid w:val="00DA16ED"/>
    <w:rsid w:val="00DA1833"/>
    <w:rsid w:val="00DA3114"/>
    <w:rsid w:val="00DA34C2"/>
    <w:rsid w:val="00DA4E82"/>
    <w:rsid w:val="00DA509A"/>
    <w:rsid w:val="00DA600B"/>
    <w:rsid w:val="00DA7004"/>
    <w:rsid w:val="00DA764E"/>
    <w:rsid w:val="00DB11F3"/>
    <w:rsid w:val="00DB207D"/>
    <w:rsid w:val="00DB3D90"/>
    <w:rsid w:val="00DB5315"/>
    <w:rsid w:val="00DB7B6E"/>
    <w:rsid w:val="00DC0AD6"/>
    <w:rsid w:val="00DC0E86"/>
    <w:rsid w:val="00DC1D95"/>
    <w:rsid w:val="00DC24CB"/>
    <w:rsid w:val="00DC6E3F"/>
    <w:rsid w:val="00DC7E36"/>
    <w:rsid w:val="00DD02B6"/>
    <w:rsid w:val="00DD0696"/>
    <w:rsid w:val="00DD0B38"/>
    <w:rsid w:val="00DD25A3"/>
    <w:rsid w:val="00DD2DF6"/>
    <w:rsid w:val="00DD54D5"/>
    <w:rsid w:val="00DD5553"/>
    <w:rsid w:val="00DD55AE"/>
    <w:rsid w:val="00DD5FB4"/>
    <w:rsid w:val="00DD60E2"/>
    <w:rsid w:val="00DD65DD"/>
    <w:rsid w:val="00DD7BE1"/>
    <w:rsid w:val="00DE076B"/>
    <w:rsid w:val="00DE2B03"/>
    <w:rsid w:val="00DE2DF6"/>
    <w:rsid w:val="00DE5160"/>
    <w:rsid w:val="00DE5263"/>
    <w:rsid w:val="00DE53A0"/>
    <w:rsid w:val="00DE6719"/>
    <w:rsid w:val="00DF1399"/>
    <w:rsid w:val="00DF142E"/>
    <w:rsid w:val="00DF16ED"/>
    <w:rsid w:val="00DF2A79"/>
    <w:rsid w:val="00DF2B0E"/>
    <w:rsid w:val="00DF2CEA"/>
    <w:rsid w:val="00DF3039"/>
    <w:rsid w:val="00DF33E5"/>
    <w:rsid w:val="00DF3502"/>
    <w:rsid w:val="00DF355B"/>
    <w:rsid w:val="00DF39EE"/>
    <w:rsid w:val="00DF3EB2"/>
    <w:rsid w:val="00DF404E"/>
    <w:rsid w:val="00DF43E5"/>
    <w:rsid w:val="00DF4FD7"/>
    <w:rsid w:val="00DF6C83"/>
    <w:rsid w:val="00DF75FF"/>
    <w:rsid w:val="00E01E0D"/>
    <w:rsid w:val="00E03B09"/>
    <w:rsid w:val="00E041BA"/>
    <w:rsid w:val="00E051AD"/>
    <w:rsid w:val="00E06501"/>
    <w:rsid w:val="00E068D1"/>
    <w:rsid w:val="00E07176"/>
    <w:rsid w:val="00E113D8"/>
    <w:rsid w:val="00E11971"/>
    <w:rsid w:val="00E11FA4"/>
    <w:rsid w:val="00E20713"/>
    <w:rsid w:val="00E213B5"/>
    <w:rsid w:val="00E2144E"/>
    <w:rsid w:val="00E254DB"/>
    <w:rsid w:val="00E25BA6"/>
    <w:rsid w:val="00E2771C"/>
    <w:rsid w:val="00E3044E"/>
    <w:rsid w:val="00E306DC"/>
    <w:rsid w:val="00E31812"/>
    <w:rsid w:val="00E31D81"/>
    <w:rsid w:val="00E31F8B"/>
    <w:rsid w:val="00E33AA3"/>
    <w:rsid w:val="00E349DC"/>
    <w:rsid w:val="00E378A8"/>
    <w:rsid w:val="00E413D4"/>
    <w:rsid w:val="00E4148B"/>
    <w:rsid w:val="00E41560"/>
    <w:rsid w:val="00E43E7F"/>
    <w:rsid w:val="00E46C61"/>
    <w:rsid w:val="00E506BF"/>
    <w:rsid w:val="00E515B7"/>
    <w:rsid w:val="00E5192C"/>
    <w:rsid w:val="00E53816"/>
    <w:rsid w:val="00E54B6B"/>
    <w:rsid w:val="00E55C37"/>
    <w:rsid w:val="00E568B7"/>
    <w:rsid w:val="00E60C76"/>
    <w:rsid w:val="00E623BE"/>
    <w:rsid w:val="00E64A82"/>
    <w:rsid w:val="00E652EE"/>
    <w:rsid w:val="00E65808"/>
    <w:rsid w:val="00E66607"/>
    <w:rsid w:val="00E66B3A"/>
    <w:rsid w:val="00E6734A"/>
    <w:rsid w:val="00E713CE"/>
    <w:rsid w:val="00E76E7A"/>
    <w:rsid w:val="00E77686"/>
    <w:rsid w:val="00E80374"/>
    <w:rsid w:val="00E80D2A"/>
    <w:rsid w:val="00E81FC2"/>
    <w:rsid w:val="00E83483"/>
    <w:rsid w:val="00E84850"/>
    <w:rsid w:val="00E8714D"/>
    <w:rsid w:val="00E928C3"/>
    <w:rsid w:val="00E932BA"/>
    <w:rsid w:val="00E949EA"/>
    <w:rsid w:val="00EA04CA"/>
    <w:rsid w:val="00EA381F"/>
    <w:rsid w:val="00EA50AA"/>
    <w:rsid w:val="00EA59F9"/>
    <w:rsid w:val="00EA68B1"/>
    <w:rsid w:val="00EB0515"/>
    <w:rsid w:val="00EB0ED0"/>
    <w:rsid w:val="00EB2070"/>
    <w:rsid w:val="00EB23AF"/>
    <w:rsid w:val="00EB42C9"/>
    <w:rsid w:val="00EB4660"/>
    <w:rsid w:val="00EB5602"/>
    <w:rsid w:val="00EB5833"/>
    <w:rsid w:val="00EB69C4"/>
    <w:rsid w:val="00EB69EA"/>
    <w:rsid w:val="00EC1442"/>
    <w:rsid w:val="00EC1506"/>
    <w:rsid w:val="00EC3629"/>
    <w:rsid w:val="00EC3B51"/>
    <w:rsid w:val="00EC3BEA"/>
    <w:rsid w:val="00EC4425"/>
    <w:rsid w:val="00EC59A6"/>
    <w:rsid w:val="00EC5C7D"/>
    <w:rsid w:val="00EC5CF5"/>
    <w:rsid w:val="00EC5D35"/>
    <w:rsid w:val="00ED00E7"/>
    <w:rsid w:val="00ED065D"/>
    <w:rsid w:val="00ED116D"/>
    <w:rsid w:val="00ED254C"/>
    <w:rsid w:val="00ED2B55"/>
    <w:rsid w:val="00EE1D8D"/>
    <w:rsid w:val="00EE4F5D"/>
    <w:rsid w:val="00EE67FE"/>
    <w:rsid w:val="00EE7ED8"/>
    <w:rsid w:val="00EF0DCD"/>
    <w:rsid w:val="00EF0DF6"/>
    <w:rsid w:val="00EF1864"/>
    <w:rsid w:val="00EF19EF"/>
    <w:rsid w:val="00EF4195"/>
    <w:rsid w:val="00EF5009"/>
    <w:rsid w:val="00EF63E4"/>
    <w:rsid w:val="00EF7F80"/>
    <w:rsid w:val="00F002D0"/>
    <w:rsid w:val="00F021CB"/>
    <w:rsid w:val="00F02507"/>
    <w:rsid w:val="00F045E1"/>
    <w:rsid w:val="00F055A8"/>
    <w:rsid w:val="00F05688"/>
    <w:rsid w:val="00F108E9"/>
    <w:rsid w:val="00F11DE9"/>
    <w:rsid w:val="00F121D6"/>
    <w:rsid w:val="00F129B8"/>
    <w:rsid w:val="00F13BAB"/>
    <w:rsid w:val="00F156AF"/>
    <w:rsid w:val="00F16BEF"/>
    <w:rsid w:val="00F205DE"/>
    <w:rsid w:val="00F208D5"/>
    <w:rsid w:val="00F21B05"/>
    <w:rsid w:val="00F268D2"/>
    <w:rsid w:val="00F315D3"/>
    <w:rsid w:val="00F32297"/>
    <w:rsid w:val="00F323B4"/>
    <w:rsid w:val="00F3295C"/>
    <w:rsid w:val="00F32C7A"/>
    <w:rsid w:val="00F36E4C"/>
    <w:rsid w:val="00F370BD"/>
    <w:rsid w:val="00F400CD"/>
    <w:rsid w:val="00F40D7E"/>
    <w:rsid w:val="00F41AF5"/>
    <w:rsid w:val="00F41F87"/>
    <w:rsid w:val="00F42755"/>
    <w:rsid w:val="00F431BB"/>
    <w:rsid w:val="00F43B6C"/>
    <w:rsid w:val="00F45E15"/>
    <w:rsid w:val="00F50BEF"/>
    <w:rsid w:val="00F5170A"/>
    <w:rsid w:val="00F51F96"/>
    <w:rsid w:val="00F523BA"/>
    <w:rsid w:val="00F52AE0"/>
    <w:rsid w:val="00F52E22"/>
    <w:rsid w:val="00F53418"/>
    <w:rsid w:val="00F539C7"/>
    <w:rsid w:val="00F53D50"/>
    <w:rsid w:val="00F55BF5"/>
    <w:rsid w:val="00F5707A"/>
    <w:rsid w:val="00F57A3B"/>
    <w:rsid w:val="00F57D3B"/>
    <w:rsid w:val="00F605FA"/>
    <w:rsid w:val="00F61CCC"/>
    <w:rsid w:val="00F621AD"/>
    <w:rsid w:val="00F63512"/>
    <w:rsid w:val="00F6490C"/>
    <w:rsid w:val="00F65B65"/>
    <w:rsid w:val="00F66F41"/>
    <w:rsid w:val="00F67522"/>
    <w:rsid w:val="00F6756B"/>
    <w:rsid w:val="00F710F4"/>
    <w:rsid w:val="00F717B9"/>
    <w:rsid w:val="00F7215E"/>
    <w:rsid w:val="00F7411C"/>
    <w:rsid w:val="00F76970"/>
    <w:rsid w:val="00F77B14"/>
    <w:rsid w:val="00F77DF4"/>
    <w:rsid w:val="00F803AB"/>
    <w:rsid w:val="00F80C38"/>
    <w:rsid w:val="00F82340"/>
    <w:rsid w:val="00F8286D"/>
    <w:rsid w:val="00F84F71"/>
    <w:rsid w:val="00F85C3B"/>
    <w:rsid w:val="00F86052"/>
    <w:rsid w:val="00F87ABB"/>
    <w:rsid w:val="00F9023D"/>
    <w:rsid w:val="00F9125E"/>
    <w:rsid w:val="00F919B1"/>
    <w:rsid w:val="00F9297F"/>
    <w:rsid w:val="00F963A5"/>
    <w:rsid w:val="00F96B1B"/>
    <w:rsid w:val="00FA0084"/>
    <w:rsid w:val="00FA0C1E"/>
    <w:rsid w:val="00FA183C"/>
    <w:rsid w:val="00FA1D06"/>
    <w:rsid w:val="00FA2D15"/>
    <w:rsid w:val="00FA4676"/>
    <w:rsid w:val="00FA76CA"/>
    <w:rsid w:val="00FB0FFA"/>
    <w:rsid w:val="00FB31E1"/>
    <w:rsid w:val="00FB4E65"/>
    <w:rsid w:val="00FB5952"/>
    <w:rsid w:val="00FB5E93"/>
    <w:rsid w:val="00FB66E3"/>
    <w:rsid w:val="00FC2244"/>
    <w:rsid w:val="00FC318C"/>
    <w:rsid w:val="00FC340F"/>
    <w:rsid w:val="00FC492E"/>
    <w:rsid w:val="00FC4E13"/>
    <w:rsid w:val="00FC4E66"/>
    <w:rsid w:val="00FC4E89"/>
    <w:rsid w:val="00FD2F78"/>
    <w:rsid w:val="00FD3C8C"/>
    <w:rsid w:val="00FD4E25"/>
    <w:rsid w:val="00FE020F"/>
    <w:rsid w:val="00FE189F"/>
    <w:rsid w:val="00FE1DD7"/>
    <w:rsid w:val="00FE2ACC"/>
    <w:rsid w:val="00FE4977"/>
    <w:rsid w:val="00FE527B"/>
    <w:rsid w:val="00FE5FD4"/>
    <w:rsid w:val="00FF12E5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035BB25"/>
  <w15:docId w15:val="{03420851-9B1E-49D3-AA3F-C4FE4762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7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20F0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semiHidden/>
    <w:pPr>
      <w:widowControl w:val="0"/>
      <w:wordWrap w:val="0"/>
      <w:autoSpaceDE w:val="0"/>
      <w:autoSpaceDN w:val="0"/>
      <w:adjustRightInd w:val="0"/>
      <w:spacing w:line="236" w:lineRule="exact"/>
      <w:jc w:val="both"/>
    </w:pPr>
    <w:rPr>
      <w:rFonts w:cs="ＭＳ 明朝"/>
      <w:spacing w:val="9"/>
      <w:sz w:val="21"/>
      <w:szCs w:val="21"/>
    </w:rPr>
  </w:style>
  <w:style w:type="paragraph" w:customStyle="1" w:styleId="a4">
    <w:name w:val="一太郎８/９"/>
    <w:semiHidden/>
    <w:pPr>
      <w:widowControl w:val="0"/>
      <w:wordWrap w:val="0"/>
      <w:autoSpaceDE w:val="0"/>
      <w:autoSpaceDN w:val="0"/>
      <w:adjustRightInd w:val="0"/>
      <w:spacing w:line="313" w:lineRule="atLeast"/>
      <w:jc w:val="both"/>
    </w:pPr>
    <w:rPr>
      <w:rFonts w:ascii="ＭＳ 明朝"/>
      <w:spacing w:val="-3"/>
      <w:sz w:val="21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"/>
    <w:basedOn w:val="a"/>
    <w:link w:val="a9"/>
    <w:rPr>
      <w:sz w:val="18"/>
    </w:rPr>
  </w:style>
  <w:style w:type="paragraph" w:customStyle="1" w:styleId="1">
    <w:name w:val="スタイル1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20">
    <w:name w:val="スタイル2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aa">
    <w:name w:val="タイトル１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3">
    <w:name w:val="スタイル3"/>
    <w:basedOn w:val="a"/>
    <w:rsid w:val="00120F05"/>
    <w:pPr>
      <w:jc w:val="center"/>
    </w:pPr>
    <w:rPr>
      <w:spacing w:val="210"/>
      <w:kern w:val="0"/>
      <w:sz w:val="36"/>
      <w:szCs w:val="36"/>
      <w:fitText w:val="5040" w:id="-324872448"/>
    </w:rPr>
  </w:style>
  <w:style w:type="paragraph" w:customStyle="1" w:styleId="4">
    <w:name w:val="スタイル4"/>
    <w:basedOn w:val="a"/>
    <w:rsid w:val="00187102"/>
    <w:rPr>
      <w:sz w:val="28"/>
      <w:szCs w:val="28"/>
    </w:rPr>
  </w:style>
  <w:style w:type="paragraph" w:customStyle="1" w:styleId="5">
    <w:name w:val="スタイル5"/>
    <w:basedOn w:val="a"/>
    <w:rsid w:val="00187102"/>
  </w:style>
  <w:style w:type="paragraph" w:customStyle="1" w:styleId="6">
    <w:name w:val="スタイル6"/>
    <w:basedOn w:val="a"/>
    <w:rsid w:val="001C4F61"/>
    <w:pPr>
      <w:framePr w:hSpace="142" w:wrap="around" w:vAnchor="text" w:hAnchor="margin" w:y="459"/>
      <w:suppressOverlap/>
    </w:pPr>
    <w:rPr>
      <w:spacing w:val="-20"/>
      <w:sz w:val="20"/>
      <w:szCs w:val="20"/>
    </w:rPr>
  </w:style>
  <w:style w:type="paragraph" w:customStyle="1" w:styleId="7">
    <w:name w:val="スタイル7"/>
    <w:basedOn w:val="a"/>
    <w:rsid w:val="00D37DDD"/>
    <w:pPr>
      <w:spacing w:line="320" w:lineRule="exact"/>
    </w:pPr>
    <w:rPr>
      <w:sz w:val="20"/>
      <w:szCs w:val="20"/>
    </w:rPr>
  </w:style>
  <w:style w:type="paragraph" w:customStyle="1" w:styleId="8">
    <w:name w:val="スタイル8"/>
    <w:basedOn w:val="a"/>
    <w:link w:val="8Char"/>
    <w:rsid w:val="000B4FF2"/>
    <w:pPr>
      <w:jc w:val="center"/>
    </w:pPr>
    <w:rPr>
      <w:spacing w:val="20"/>
      <w:w w:val="200"/>
      <w:sz w:val="16"/>
      <w:szCs w:val="16"/>
    </w:rPr>
  </w:style>
  <w:style w:type="table" w:styleId="ab">
    <w:name w:val="Table Grid"/>
    <w:basedOn w:val="a1"/>
    <w:rsid w:val="008955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">
    <w:name w:val="スタイル9"/>
    <w:basedOn w:val="a"/>
    <w:rsid w:val="00635721"/>
    <w:rPr>
      <w:sz w:val="18"/>
      <w:szCs w:val="18"/>
    </w:rPr>
  </w:style>
  <w:style w:type="paragraph" w:customStyle="1" w:styleId="10">
    <w:name w:val="スタイル10"/>
    <w:basedOn w:val="a"/>
    <w:rsid w:val="00635721"/>
    <w:pPr>
      <w:spacing w:line="280" w:lineRule="exact"/>
    </w:pPr>
    <w:rPr>
      <w:sz w:val="18"/>
      <w:szCs w:val="18"/>
    </w:rPr>
  </w:style>
  <w:style w:type="paragraph" w:styleId="ac">
    <w:name w:val="Document Map"/>
    <w:basedOn w:val="a"/>
    <w:semiHidden/>
    <w:rsid w:val="003A1C2D"/>
    <w:pPr>
      <w:shd w:val="clear" w:color="auto" w:fill="000080"/>
    </w:pPr>
    <w:rPr>
      <w:rFonts w:ascii="Arial" w:eastAsia="ＭＳ ゴシック" w:hAnsi="Arial"/>
    </w:rPr>
  </w:style>
  <w:style w:type="paragraph" w:customStyle="1" w:styleId="11">
    <w:name w:val="スタイル11"/>
    <w:basedOn w:val="10"/>
    <w:rsid w:val="00AD2B7D"/>
    <w:pPr>
      <w:spacing w:line="380" w:lineRule="exact"/>
    </w:pPr>
    <w:rPr>
      <w:sz w:val="21"/>
      <w:szCs w:val="21"/>
    </w:rPr>
  </w:style>
  <w:style w:type="character" w:customStyle="1" w:styleId="8Char">
    <w:name w:val="スタイル8 Char"/>
    <w:link w:val="8"/>
    <w:rsid w:val="00B22F7A"/>
    <w:rPr>
      <w:rFonts w:ascii="Century" w:eastAsia="ＭＳ 明朝" w:hAnsi="Century"/>
      <w:spacing w:val="20"/>
      <w:w w:val="200"/>
      <w:kern w:val="2"/>
      <w:sz w:val="16"/>
      <w:szCs w:val="16"/>
      <w:lang w:val="en-US" w:eastAsia="ja-JP" w:bidi="ar-SA"/>
    </w:rPr>
  </w:style>
  <w:style w:type="character" w:customStyle="1" w:styleId="a9">
    <w:name w:val="本文 (文字)"/>
    <w:link w:val="a8"/>
    <w:rsid w:val="00E06501"/>
    <w:rPr>
      <w:kern w:val="2"/>
      <w:sz w:val="18"/>
      <w:szCs w:val="24"/>
    </w:rPr>
  </w:style>
  <w:style w:type="paragraph" w:styleId="ad">
    <w:name w:val="Date"/>
    <w:basedOn w:val="a"/>
    <w:next w:val="a"/>
    <w:rsid w:val="00DA7004"/>
  </w:style>
  <w:style w:type="character" w:styleId="ae">
    <w:name w:val="Hyperlink"/>
    <w:rsid w:val="00ED00E7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7641D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B7641D"/>
    <w:rPr>
      <w:rFonts w:ascii="Arial" w:eastAsia="ＭＳ ゴシック" w:hAnsi="Arial" w:cs="Times New Roman"/>
      <w:kern w:val="2"/>
      <w:sz w:val="18"/>
      <w:szCs w:val="18"/>
    </w:rPr>
  </w:style>
  <w:style w:type="character" w:styleId="af1">
    <w:name w:val="FollowedHyperlink"/>
    <w:uiPriority w:val="99"/>
    <w:semiHidden/>
    <w:unhideWhenUsed/>
    <w:rsid w:val="00BC69B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D8BD1-7815-4936-B3D2-D17CE5FA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例　＜表紙＞１６年４月〔新規・変更許可記載例用〕</vt:lpstr>
      <vt:lpstr>例　＜表紙＞１６年４月〔新規・変更許可記載例用〕</vt:lpstr>
    </vt:vector>
  </TitlesOfParts>
  <Company>兵庫県</Company>
  <LinksUpToDate>false</LinksUpToDate>
  <CharactersWithSpaces>622</CharactersWithSpaces>
  <SharedDoc>false</SharedDoc>
  <HLinks>
    <vt:vector size="30" baseType="variant">
      <vt:variant>
        <vt:i4>7012448</vt:i4>
      </vt:variant>
      <vt:variant>
        <vt:i4>12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4784233</vt:i4>
      </vt:variant>
      <vt:variant>
        <vt:i4>9</vt:i4>
      </vt:variant>
      <vt:variant>
        <vt:i4>0</vt:i4>
      </vt:variant>
      <vt:variant>
        <vt:i4>5</vt:i4>
      </vt:variant>
      <vt:variant>
        <vt:lpwstr>http://web.pref.hyogo.jp/tb01/tb01_000000001.html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  <vt:variant>
        <vt:i4>2490410</vt:i4>
      </vt:variant>
      <vt:variant>
        <vt:i4>3</vt:i4>
      </vt:variant>
      <vt:variant>
        <vt:i4>0</vt:i4>
      </vt:variant>
      <vt:variant>
        <vt:i4>5</vt:i4>
      </vt:variant>
      <vt:variant>
        <vt:lpwstr>http://www.hyogo-sanpai.or.jp/</vt:lpwstr>
      </vt:variant>
      <vt:variant>
        <vt:lpwstr/>
      </vt:variant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https://web.pref.hyogo.lg.jp/kankyoseibi/index.html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例　＜表紙＞１６年４月〔新規・変更許可記載例用〕</dc:title>
  <dc:creator>兵庫県</dc:creator>
  <cp:lastModifiedBy>山本 和歌子</cp:lastModifiedBy>
  <cp:revision>8</cp:revision>
  <cp:lastPrinted>2017-09-29T02:27:00Z</cp:lastPrinted>
  <dcterms:created xsi:type="dcterms:W3CDTF">2017-09-29T02:33:00Z</dcterms:created>
  <dcterms:modified xsi:type="dcterms:W3CDTF">2022-09-13T06:17:00Z</dcterms:modified>
</cp:coreProperties>
</file>